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E151D" w14:textId="77777777" w:rsidR="00B4089B" w:rsidRPr="00FF14C9" w:rsidRDefault="00B4089B" w:rsidP="00B4089B">
      <w:bookmarkStart w:id="0" w:name="_Toc91152756"/>
    </w:p>
    <w:p w14:paraId="4E4CB94C" w14:textId="2EE88E18" w:rsidR="00B4089B" w:rsidRPr="0070408E" w:rsidRDefault="005200FD" w:rsidP="00B4089B">
      <w:pPr>
        <w:pStyle w:val="Titolo"/>
        <w:rPr>
          <w:rFonts w:ascii="Century Gothic" w:hAnsi="Century Gothic"/>
          <w:sz w:val="32"/>
          <w:lang w:val="en-US"/>
        </w:rPr>
      </w:pPr>
      <w:r w:rsidRPr="0070408E">
        <w:rPr>
          <w:rFonts w:ascii="Century Gothic" w:hAnsi="Century Gothic"/>
          <w:sz w:val="32"/>
          <w:lang w:val="en-US"/>
        </w:rPr>
        <w:t>Technical documentation Index</w:t>
      </w:r>
    </w:p>
    <w:p w14:paraId="706D888D" w14:textId="77777777" w:rsidR="00B4089B" w:rsidRPr="0070408E" w:rsidRDefault="00B4089B" w:rsidP="00B4089B">
      <w:pPr>
        <w:jc w:val="center"/>
        <w:rPr>
          <w:lang w:val="en-US"/>
        </w:rPr>
      </w:pPr>
    </w:p>
    <w:p w14:paraId="395F29B6" w14:textId="2AA0039D" w:rsidR="00046659" w:rsidRPr="0070408E" w:rsidRDefault="00B4089B" w:rsidP="00B4089B">
      <w:pPr>
        <w:pStyle w:val="Corpotesto"/>
        <w:rPr>
          <w:rFonts w:ascii="Century Gothic" w:hAnsi="Century Gothic"/>
          <w:lang w:val="en-US"/>
        </w:rPr>
      </w:pPr>
      <w:r w:rsidRPr="0070408E">
        <w:rPr>
          <w:rFonts w:ascii="Century Gothic" w:hAnsi="Century Gothic"/>
          <w:lang w:val="en-US"/>
        </w:rPr>
        <w:t xml:space="preserve">I </w:t>
      </w:r>
    </w:p>
    <w:p w14:paraId="045E1453" w14:textId="3C814A22" w:rsidR="00046659" w:rsidRPr="00046659" w:rsidRDefault="005200FD" w:rsidP="00046659">
      <w:pPr>
        <w:jc w:val="center"/>
        <w:rPr>
          <w:b/>
          <w:bCs/>
          <w:sz w:val="28"/>
          <w:szCs w:val="28"/>
          <w:lang w:val="fr-FR"/>
        </w:rPr>
      </w:pPr>
      <w:bookmarkStart w:id="1" w:name="_Hlk129620170"/>
      <w:r w:rsidRPr="0070408E">
        <w:rPr>
          <w:b/>
          <w:bCs/>
          <w:sz w:val="28"/>
          <w:szCs w:val="28"/>
          <w:lang w:val="en-US"/>
        </w:rPr>
        <w:t>HF_BASIC_READER_</w:t>
      </w:r>
      <w:r w:rsidR="004A4860" w:rsidRPr="0070408E">
        <w:rPr>
          <w:b/>
          <w:bCs/>
          <w:sz w:val="28"/>
          <w:szCs w:val="28"/>
          <w:lang w:val="en-US"/>
        </w:rPr>
        <w:t>IOLINK</w:t>
      </w:r>
      <w:r w:rsidR="00046659" w:rsidRPr="0070408E">
        <w:rPr>
          <w:b/>
          <w:bCs/>
          <w:sz w:val="28"/>
          <w:szCs w:val="28"/>
          <w:lang w:val="en-US"/>
        </w:rPr>
        <w:t xml:space="preserve"> -&gt; cod. </w:t>
      </w:r>
      <w:proofErr w:type="spellStart"/>
      <w:r w:rsidR="00046659" w:rsidRPr="00046659">
        <w:rPr>
          <w:b/>
          <w:bCs/>
          <w:sz w:val="28"/>
          <w:szCs w:val="28"/>
          <w:lang w:val="fr-FR"/>
        </w:rPr>
        <w:t>Kronotech</w:t>
      </w:r>
      <w:proofErr w:type="spellEnd"/>
      <w:r w:rsidR="00046659" w:rsidRPr="00046659">
        <w:rPr>
          <w:b/>
          <w:bCs/>
          <w:sz w:val="28"/>
          <w:szCs w:val="28"/>
          <w:lang w:val="fr-FR"/>
        </w:rPr>
        <w:t xml:space="preserve"> </w:t>
      </w:r>
      <w:r>
        <w:rPr>
          <w:b/>
          <w:bCs/>
          <w:sz w:val="28"/>
          <w:szCs w:val="28"/>
          <w:lang w:val="fr-FR"/>
        </w:rPr>
        <w:t>S</w:t>
      </w:r>
      <w:r w:rsidR="00A31747">
        <w:rPr>
          <w:b/>
          <w:bCs/>
          <w:sz w:val="28"/>
          <w:szCs w:val="28"/>
          <w:lang w:val="fr-FR"/>
        </w:rPr>
        <w:t>-</w:t>
      </w:r>
      <w:r>
        <w:rPr>
          <w:b/>
          <w:bCs/>
          <w:sz w:val="28"/>
          <w:szCs w:val="28"/>
          <w:lang w:val="fr-FR"/>
        </w:rPr>
        <w:t>713</w:t>
      </w:r>
      <w:r w:rsidR="004A4860">
        <w:rPr>
          <w:b/>
          <w:bCs/>
          <w:sz w:val="28"/>
          <w:szCs w:val="28"/>
          <w:lang w:val="fr-FR"/>
        </w:rPr>
        <w:t>1</w:t>
      </w:r>
      <w:r>
        <w:rPr>
          <w:b/>
          <w:bCs/>
          <w:sz w:val="28"/>
          <w:szCs w:val="28"/>
          <w:lang w:val="fr-FR"/>
        </w:rPr>
        <w:t>H</w:t>
      </w:r>
    </w:p>
    <w:bookmarkEnd w:id="1"/>
    <w:p w14:paraId="2198F790" w14:textId="77777777" w:rsidR="00046659" w:rsidRDefault="00046659" w:rsidP="00B4089B">
      <w:pPr>
        <w:pStyle w:val="Corpotesto"/>
      </w:pPr>
    </w:p>
    <w:p w14:paraId="22A5CE36" w14:textId="77777777" w:rsidR="00B4089B" w:rsidRDefault="00B4089B" w:rsidP="00B4089B"/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"/>
        <w:gridCol w:w="4075"/>
        <w:gridCol w:w="4253"/>
        <w:gridCol w:w="849"/>
      </w:tblGrid>
      <w:tr w:rsidR="00AA1F2A" w:rsidRPr="00AA1F2A" w14:paraId="16AEC193" w14:textId="77777777" w:rsidTr="00583B6C">
        <w:trPr>
          <w:tblHeader/>
        </w:trPr>
        <w:tc>
          <w:tcPr>
            <w:tcW w:w="603" w:type="dxa"/>
            <w:shd w:val="clear" w:color="auto" w:fill="9CC2E5" w:themeFill="accent5" w:themeFillTint="99"/>
          </w:tcPr>
          <w:p w14:paraId="4DE4B818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4075" w:type="dxa"/>
            <w:shd w:val="clear" w:color="auto" w:fill="9CC2E5" w:themeFill="accent5" w:themeFillTint="99"/>
          </w:tcPr>
          <w:p w14:paraId="5A775FB0" w14:textId="39F8914E" w:rsidR="00B4089B" w:rsidRPr="00AA1F2A" w:rsidRDefault="005200FD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Document</w:t>
            </w:r>
            <w:proofErr w:type="spellEnd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specification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09EBD27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4CB4F51" w14:textId="73EA0571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 w:rsidR="005200FD" w:rsidRPr="00AA1F2A">
              <w:rPr>
                <w:rFonts w:ascii="Verdana" w:hAnsi="Verdana"/>
                <w:b/>
                <w:bCs/>
                <w:color w:val="auto"/>
                <w:sz w:val="20"/>
              </w:rPr>
              <w:t xml:space="preserve"> / Ver</w:t>
            </w:r>
          </w:p>
        </w:tc>
      </w:tr>
      <w:tr w:rsidR="00B4089B" w14:paraId="0D085338" w14:textId="77777777" w:rsidTr="00583B6C">
        <w:trPr>
          <w:tblHeader/>
        </w:trPr>
        <w:tc>
          <w:tcPr>
            <w:tcW w:w="603" w:type="dxa"/>
            <w:shd w:val="clear" w:color="auto" w:fill="DEEAF6" w:themeFill="accent5" w:themeFillTint="33"/>
          </w:tcPr>
          <w:p w14:paraId="4944F480" w14:textId="77777777" w:rsidR="00B4089B" w:rsidRPr="00194EEE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7564B301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33342BC5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37FE886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27A5E20A" w14:textId="77777777" w:rsidTr="00583B6C">
        <w:tc>
          <w:tcPr>
            <w:tcW w:w="603" w:type="dxa"/>
            <w:shd w:val="clear" w:color="auto" w:fill="9CC2E5" w:themeFill="accent5" w:themeFillTint="99"/>
          </w:tcPr>
          <w:p w14:paraId="136D4C9C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AA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6320B82A" w14:textId="5DFED6A3" w:rsidR="00B4089B" w:rsidRPr="00AA1F2A" w:rsidRDefault="005200F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Title &amp; Cover TCF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794605A3" w14:textId="4AEDDFBB" w:rsidR="00B4089B" w:rsidRPr="0070408E" w:rsidRDefault="00F33E4F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0408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AA – </w:t>
            </w:r>
            <w:proofErr w:type="spellStart"/>
            <w:r w:rsidRPr="0070408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Leuze_HF_Basic_IOLINK</w:t>
            </w:r>
            <w:proofErr w:type="spellEnd"/>
            <w:r w:rsidRPr="0070408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- title TCF_0</w:t>
            </w:r>
            <w:r w:rsidR="00F4688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3</w:t>
            </w:r>
            <w:r w:rsidR="005200FD" w:rsidRPr="0070408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E532B04" w14:textId="46FBCEEA" w:rsidR="00B4089B" w:rsidRPr="00AA1F2A" w:rsidRDefault="00F33E4F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>
              <w:rPr>
                <w:rFonts w:ascii="Verdana" w:hAnsi="Verdana"/>
                <w:b/>
                <w:bCs/>
                <w:color w:val="auto"/>
                <w:sz w:val="20"/>
              </w:rPr>
              <w:t>0</w:t>
            </w:r>
            <w:r w:rsidR="00F4688E">
              <w:rPr>
                <w:rFonts w:ascii="Verdana" w:hAnsi="Verdana"/>
                <w:b/>
                <w:bCs/>
                <w:color w:val="auto"/>
                <w:sz w:val="20"/>
              </w:rPr>
              <w:t>3</w:t>
            </w:r>
          </w:p>
        </w:tc>
      </w:tr>
      <w:tr w:rsidR="00B4089B" w14:paraId="6043A8B0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1DD6C35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68CE72C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268D6C7C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87A14C" w14:textId="77777777" w:rsidR="00B4089B" w:rsidRPr="00FF5361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1F7A14A5" w14:textId="77777777" w:rsidTr="00583B6C">
        <w:trPr>
          <w:trHeight w:val="306"/>
        </w:trPr>
        <w:tc>
          <w:tcPr>
            <w:tcW w:w="603" w:type="dxa"/>
            <w:shd w:val="clear" w:color="auto" w:fill="9CC2E5" w:themeFill="accent5" w:themeFillTint="99"/>
          </w:tcPr>
          <w:p w14:paraId="1EAB5E1A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AB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F45D015" w14:textId="78482B73" w:rsidR="00B4089B" w:rsidRPr="0070408E" w:rsidRDefault="005200FD" w:rsidP="00F561AB">
            <w:pPr>
              <w:rPr>
                <w:rFonts w:ascii="Verdana" w:hAnsi="Verdana"/>
                <w:color w:val="auto"/>
                <w:sz w:val="20"/>
                <w:szCs w:val="20"/>
                <w:lang w:val="fr-FR"/>
              </w:rPr>
            </w:pPr>
            <w:r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 xml:space="preserve">This </w:t>
            </w:r>
            <w:proofErr w:type="gramStart"/>
            <w:r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>document</w:t>
            </w:r>
            <w:r w:rsidR="00B73999"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>:</w:t>
            </w:r>
            <w:proofErr w:type="gramEnd"/>
            <w:r w:rsidR="00B73999"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>technical</w:t>
            </w:r>
            <w:proofErr w:type="spellEnd"/>
            <w:r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 xml:space="preserve"> documentation index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244C77CB" w14:textId="5C6DC425" w:rsidR="00B4089B" w:rsidRPr="0070408E" w:rsidRDefault="00F33E4F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 xml:space="preserve">AB - </w:t>
            </w:r>
            <w:proofErr w:type="spellStart"/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>Leuze_HF_Basic_IOLINK</w:t>
            </w:r>
            <w:proofErr w:type="spellEnd"/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 xml:space="preserve"> - index TCF_0</w:t>
            </w:r>
            <w:r w:rsidR="00F4688E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>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49C6922" w14:textId="2F0CE29B" w:rsidR="00B4089B" w:rsidRPr="00AA1F2A" w:rsidRDefault="00B4089B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0</w:t>
            </w:r>
            <w:r w:rsidR="00F4688E">
              <w:rPr>
                <w:rFonts w:ascii="Verdana" w:hAnsi="Verdana"/>
                <w:b/>
                <w:bCs/>
                <w:color w:val="auto"/>
                <w:sz w:val="20"/>
              </w:rPr>
              <w:t>3</w:t>
            </w:r>
          </w:p>
        </w:tc>
      </w:tr>
      <w:tr w:rsidR="00B4089B" w14:paraId="4124868D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976C8DF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D04DF10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EEE50AA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27995A28" w14:textId="77777777" w:rsidR="00B4089B" w:rsidRPr="00FF5361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1007EBA" w14:textId="77777777" w:rsidTr="00583B6C">
        <w:tc>
          <w:tcPr>
            <w:tcW w:w="603" w:type="dxa"/>
            <w:shd w:val="clear" w:color="auto" w:fill="9CC2E5" w:themeFill="accent5" w:themeFillTint="99"/>
          </w:tcPr>
          <w:p w14:paraId="314A96C8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AC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15873C0B" w14:textId="42354B97" w:rsidR="00B4089B" w:rsidRPr="00AA1F2A" w:rsidRDefault="00CC55B6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Project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&amp;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specifications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00172D1E" w14:textId="3294DD40" w:rsidR="00B4089B" w:rsidRPr="00AA1F2A" w:rsidRDefault="00CC55B6" w:rsidP="00CC55B6">
            <w:pPr>
              <w:jc w:val="center"/>
              <w:rPr>
                <w:rFonts w:ascii="Verdana" w:hAnsi="Verdana"/>
                <w:color w:val="auto"/>
                <w:sz w:val="20"/>
                <w:szCs w:val="20"/>
                <w:highlight w:val="yellow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142A9771" w14:textId="6EFF49B4" w:rsidR="00B4089B" w:rsidRPr="00AA1F2A" w:rsidRDefault="00B4089B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5D569C62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0A814D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6D0F4588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7DEB5515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482C0F5F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</w:p>
        </w:tc>
      </w:tr>
      <w:tr w:rsidR="00AA1F2A" w:rsidRPr="00AA1F2A" w14:paraId="5DF997A2" w14:textId="77777777" w:rsidTr="00583B6C">
        <w:tc>
          <w:tcPr>
            <w:tcW w:w="603" w:type="dxa"/>
            <w:shd w:val="clear" w:color="auto" w:fill="9CC2E5" w:themeFill="accent5" w:themeFillTint="99"/>
          </w:tcPr>
          <w:p w14:paraId="5EBA3284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AD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830E6C5" w14:textId="0F78B2B9" w:rsidR="00B4089B" w:rsidRPr="00AA1F2A" w:rsidRDefault="00DC7B1E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0</w:t>
            </w:r>
            <w:r w:rsidR="003F11F5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5</w:t>
            </w: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B24 Board documents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7711CDDC" w14:textId="2B3B4D35" w:rsidR="00B4089B" w:rsidRPr="00AA1F2A" w:rsidRDefault="00CC55B6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11356E7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52E69064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3B1923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5403F9D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7CD53316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15D705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08BC7FB7" w14:textId="77777777" w:rsidTr="00583B6C">
        <w:tc>
          <w:tcPr>
            <w:tcW w:w="603" w:type="dxa"/>
            <w:shd w:val="clear" w:color="auto" w:fill="9CC2E5" w:themeFill="accent5" w:themeFillTint="99"/>
          </w:tcPr>
          <w:p w14:paraId="723E214B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AE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549039B3" w14:textId="0B678295" w:rsidR="00B4089B" w:rsidRPr="00AA1F2A" w:rsidRDefault="0084088C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0</w:t>
            </w:r>
            <w:r w:rsidR="003F11F5">
              <w:rPr>
                <w:rFonts w:ascii="Verdana" w:hAnsi="Verdana"/>
                <w:color w:val="auto"/>
                <w:sz w:val="20"/>
                <w:szCs w:val="20"/>
              </w:rPr>
              <w:t>4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A24 Board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C0260D1" w14:textId="513DC8C1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42491522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647A41B1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27C3219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19ABFC6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8BBEED7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CC674C2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1AE955F3" w14:textId="77777777" w:rsidTr="00583B6C">
        <w:tc>
          <w:tcPr>
            <w:tcW w:w="603" w:type="dxa"/>
            <w:shd w:val="clear" w:color="auto" w:fill="9CC2E5" w:themeFill="accent5" w:themeFillTint="99"/>
          </w:tcPr>
          <w:p w14:paraId="41371006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AF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786E7F28" w14:textId="24C2DC44" w:rsidR="004504B2" w:rsidRPr="00AA1F2A" w:rsidRDefault="0084088C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Label Antenna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42111E96" w14:textId="4E83303F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5CF407A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33435737" w14:textId="77777777" w:rsidTr="00583B6C">
        <w:tc>
          <w:tcPr>
            <w:tcW w:w="603" w:type="dxa"/>
            <w:shd w:val="clear" w:color="auto" w:fill="DEEAF6" w:themeFill="accent5" w:themeFillTint="33"/>
          </w:tcPr>
          <w:p w14:paraId="049305A7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174C77E4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6BA01D59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892D005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2C0B5C5E" w14:textId="77777777" w:rsidTr="00583B6C">
        <w:tc>
          <w:tcPr>
            <w:tcW w:w="603" w:type="dxa"/>
            <w:shd w:val="clear" w:color="auto" w:fill="9CC2E5" w:themeFill="accent5" w:themeFillTint="99"/>
          </w:tcPr>
          <w:p w14:paraId="1501AE7E" w14:textId="77777777" w:rsidR="007177AB" w:rsidRPr="00AA1F2A" w:rsidRDefault="007177AB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AG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7C8FCE65" w14:textId="393FD5B6" w:rsidR="007177AB" w:rsidRPr="00AA1F2A" w:rsidRDefault="0084088C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Enclousure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3EDE27E" w14:textId="11ED54E4" w:rsidR="007177AB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4816C188" w14:textId="77777777" w:rsidR="007177AB" w:rsidRPr="00AA1F2A" w:rsidRDefault="007177AB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60EA8532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66881E7" w14:textId="77777777" w:rsidR="007177AB" w:rsidRPr="001649AF" w:rsidRDefault="007177A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124C4F84" w14:textId="77777777" w:rsidR="007177AB" w:rsidRPr="001649AF" w:rsidRDefault="007177A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4933134" w14:textId="77777777" w:rsidR="007177AB" w:rsidRPr="001649AF" w:rsidRDefault="007177A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6DD35ED8" w14:textId="77777777" w:rsidR="007177AB" w:rsidRPr="001649AF" w:rsidRDefault="007177A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16D383E5" w14:textId="77777777" w:rsidTr="00583B6C">
        <w:tc>
          <w:tcPr>
            <w:tcW w:w="603" w:type="dxa"/>
            <w:shd w:val="clear" w:color="auto" w:fill="9CC2E5" w:themeFill="accent5" w:themeFillTint="99"/>
          </w:tcPr>
          <w:p w14:paraId="39759526" w14:textId="718225F9" w:rsidR="00B4089B" w:rsidRPr="00AA1F2A" w:rsidRDefault="000D0EF2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gram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</w:t>
            </w:r>
            <w:r w:rsidR="008C0CE5" w:rsidRPr="00AA1F2A">
              <w:rPr>
                <w:rFonts w:ascii="Verdana" w:hAnsi="Verdana"/>
                <w:color w:val="auto"/>
                <w:sz w:val="20"/>
                <w:szCs w:val="20"/>
              </w:rPr>
              <w:t>H</w:t>
            </w:r>
            <w:proofErr w:type="gramEnd"/>
          </w:p>
        </w:tc>
        <w:tc>
          <w:tcPr>
            <w:tcW w:w="4075" w:type="dxa"/>
            <w:shd w:val="clear" w:color="auto" w:fill="9CC2E5" w:themeFill="accent5" w:themeFillTint="99"/>
          </w:tcPr>
          <w:p w14:paraId="6EE7A72C" w14:textId="405417D9" w:rsidR="00B4089B" w:rsidRPr="00AA1F2A" w:rsidRDefault="00DF50B3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Production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4805310E" w14:textId="66CCF7BD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A37B97C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4089B" w14:paraId="305DC91C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77A45C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7E931CA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8280074" w14:textId="77777777" w:rsidR="00B4089B" w:rsidRPr="005200FD" w:rsidRDefault="00B4089B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1A63577" w14:textId="77777777" w:rsidR="00B4089B" w:rsidRPr="00FF5361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72BCD8BD" w14:textId="77777777" w:rsidTr="00583B6C">
        <w:tc>
          <w:tcPr>
            <w:tcW w:w="603" w:type="dxa"/>
            <w:shd w:val="clear" w:color="auto" w:fill="9CC2E5" w:themeFill="accent5" w:themeFillTint="99"/>
          </w:tcPr>
          <w:p w14:paraId="52A047E1" w14:textId="2B0CAE75" w:rsidR="008C0CE5" w:rsidRPr="00AA1F2A" w:rsidRDefault="008C0CE5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AI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69F27394" w14:textId="1553F209" w:rsidR="008C0CE5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Other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Product parts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1548E3BD" w14:textId="6A726DD0" w:rsidR="008C0CE5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8557D83" w14:textId="77777777" w:rsidR="008C0CE5" w:rsidRPr="00AA1F2A" w:rsidRDefault="008C0CE5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8C0CE5" w14:paraId="5256D9EB" w14:textId="77777777" w:rsidTr="00583B6C">
        <w:tc>
          <w:tcPr>
            <w:tcW w:w="603" w:type="dxa"/>
            <w:shd w:val="clear" w:color="auto" w:fill="DEEAF6" w:themeFill="accent5" w:themeFillTint="33"/>
          </w:tcPr>
          <w:p w14:paraId="0104B332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2C5B4707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4C0A46C" w14:textId="77777777" w:rsidR="008C0CE5" w:rsidRPr="005200FD" w:rsidRDefault="008C0CE5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2D709026" w14:textId="77777777" w:rsidR="008C0CE5" w:rsidRPr="00FF5361" w:rsidRDefault="008C0CE5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F248652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18F8F777" w14:textId="4E9DCAA6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</w:t>
            </w:r>
            <w:r w:rsidR="008C0CE5"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23A3DDD" w14:textId="7BA786E9" w:rsidR="00B4089B" w:rsidRPr="00AA1F2A" w:rsidRDefault="002B3A6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RED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certification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2F641284" w14:textId="67A0DF20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D271384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4089B" w14:paraId="266F0D07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741C9B0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1E32CDE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33D28E0" w14:textId="77777777" w:rsidR="00B4089B" w:rsidRPr="005200FD" w:rsidRDefault="00B4089B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C55E641" w14:textId="77777777" w:rsidR="00B4089B" w:rsidRPr="00FF5361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27AD3DD5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1E239254" w14:textId="2B0FE0C8" w:rsidR="008C0CE5" w:rsidRPr="00AA1F2A" w:rsidRDefault="008C0CE5" w:rsidP="00043C9C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AM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55B170EA" w14:textId="4A9225A9" w:rsidR="008C0CE5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FCC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</w:t>
            </w:r>
            <w:r w:rsidR="005F3141">
              <w:rPr>
                <w:rFonts w:ascii="Verdana" w:hAnsi="Verdana"/>
                <w:color w:val="auto"/>
                <w:sz w:val="20"/>
                <w:szCs w:val="20"/>
              </w:rPr>
              <w:t>r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13459707" w14:textId="16899A45" w:rsidR="008C0CE5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6FBFAF19" w14:textId="77777777" w:rsidR="008C0CE5" w:rsidRPr="00AA1F2A" w:rsidRDefault="008C0CE5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8C0CE5" w14:paraId="40419694" w14:textId="77777777" w:rsidTr="00583B6C">
        <w:tc>
          <w:tcPr>
            <w:tcW w:w="603" w:type="dxa"/>
            <w:shd w:val="clear" w:color="auto" w:fill="DEEAF6" w:themeFill="accent5" w:themeFillTint="33"/>
          </w:tcPr>
          <w:p w14:paraId="5CACAFDA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67E32DC3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15F7D71" w14:textId="77777777" w:rsidR="008C0CE5" w:rsidRPr="005200FD" w:rsidRDefault="008C0CE5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75C053C" w14:textId="77777777" w:rsidR="008C0CE5" w:rsidRPr="00FF5361" w:rsidRDefault="008C0CE5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320C794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71F9C6A5" w14:textId="09278626" w:rsidR="00B5448E" w:rsidRPr="00AA1F2A" w:rsidRDefault="00B5448E" w:rsidP="00043C9C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AN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164696EA" w14:textId="11F5DE83" w:rsidR="00B5448E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UL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certification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2D1842EF" w14:textId="0E420074" w:rsidR="00B5448E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16CC9FF2" w14:textId="77777777" w:rsidR="00B5448E" w:rsidRPr="00AA1F2A" w:rsidRDefault="00B5448E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5448E" w14:paraId="00F6D705" w14:textId="77777777" w:rsidTr="00583B6C">
        <w:tc>
          <w:tcPr>
            <w:tcW w:w="603" w:type="dxa"/>
            <w:shd w:val="clear" w:color="auto" w:fill="DEEAF6" w:themeFill="accent5" w:themeFillTint="33"/>
          </w:tcPr>
          <w:p w14:paraId="725EE829" w14:textId="77777777" w:rsidR="00B5448E" w:rsidRPr="00FF5361" w:rsidRDefault="00B5448E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DFD586B" w14:textId="77777777" w:rsidR="00B5448E" w:rsidRPr="00FF5361" w:rsidRDefault="00B5448E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3B35CD86" w14:textId="77777777" w:rsidR="00B5448E" w:rsidRPr="00FF5361" w:rsidRDefault="00B5448E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1A608E" w14:textId="77777777" w:rsidR="00B5448E" w:rsidRPr="00FF5361" w:rsidRDefault="00B5448E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14:paraId="0D538EFA" w14:textId="2E1025D5" w:rsidR="00B4089B" w:rsidRDefault="00B4089B" w:rsidP="00B4089B"/>
    <w:p w14:paraId="59A0C098" w14:textId="77777777" w:rsidR="00B4089B" w:rsidRDefault="00B4089B" w:rsidP="00B4089B"/>
    <w:p w14:paraId="070974C5" w14:textId="69338D06" w:rsidR="00B4089B" w:rsidRPr="00B60C89" w:rsidRDefault="00B4089B" w:rsidP="00B4089B">
      <w:pPr>
        <w:rPr>
          <w:rFonts w:ascii="Verdana" w:hAnsi="Verdana"/>
          <w:b/>
          <w:bCs/>
        </w:rPr>
      </w:pPr>
      <w:r>
        <w:rPr>
          <w:rFonts w:ascii="Verdana" w:hAnsi="Verdana"/>
        </w:rPr>
        <w:br w:type="page"/>
      </w:r>
      <w:proofErr w:type="spellStart"/>
      <w:r w:rsidR="005200FD">
        <w:rPr>
          <w:rFonts w:ascii="Verdana" w:hAnsi="Verdana"/>
          <w:b/>
          <w:bCs/>
          <w:sz w:val="32"/>
          <w:szCs w:val="32"/>
        </w:rPr>
        <w:lastRenderedPageBreak/>
        <w:t>Detailed</w:t>
      </w:r>
      <w:proofErr w:type="spellEnd"/>
      <w:r w:rsidR="005200FD">
        <w:rPr>
          <w:rFonts w:ascii="Verdana" w:hAnsi="Verdana"/>
          <w:b/>
          <w:bCs/>
          <w:sz w:val="32"/>
          <w:szCs w:val="32"/>
        </w:rPr>
        <w:t xml:space="preserve"> Index</w:t>
      </w:r>
    </w:p>
    <w:p w14:paraId="10D14C1D" w14:textId="77777777" w:rsidR="00B4089B" w:rsidRPr="00694139" w:rsidRDefault="00B4089B" w:rsidP="00B4089B">
      <w:pPr>
        <w:rPr>
          <w:rFonts w:ascii="Verdana" w:hAnsi="Verdana"/>
        </w:rPr>
      </w:pPr>
    </w:p>
    <w:p w14:paraId="48619DE5" w14:textId="5E9901B5" w:rsidR="00B4089B" w:rsidRPr="00892AB2" w:rsidRDefault="00D24A97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Project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>
        <w:rPr>
          <w:rFonts w:ascii="Verdana" w:hAnsi="Verdana"/>
          <w:b/>
          <w:bCs/>
        </w:rPr>
        <w:t xml:space="preserve"> &amp; </w:t>
      </w:r>
      <w:proofErr w:type="spellStart"/>
      <w:r>
        <w:rPr>
          <w:rFonts w:ascii="Verdana" w:hAnsi="Verdana"/>
          <w:b/>
          <w:bCs/>
        </w:rPr>
        <w:t>specifications</w:t>
      </w:r>
      <w:proofErr w:type="spellEnd"/>
    </w:p>
    <w:p w14:paraId="63F33E38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EDEDED" w:themeFill="accent3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3124"/>
        <w:gridCol w:w="5245"/>
        <w:gridCol w:w="849"/>
      </w:tblGrid>
      <w:tr w:rsidR="00B44FD1" w:rsidRPr="00064115" w14:paraId="5B7C8BAF" w14:textId="77777777" w:rsidTr="00A13DEF">
        <w:trPr>
          <w:tblHeader/>
        </w:trPr>
        <w:tc>
          <w:tcPr>
            <w:tcW w:w="562" w:type="dxa"/>
            <w:shd w:val="clear" w:color="auto" w:fill="9CC2E5" w:themeFill="accent5" w:themeFillTint="99"/>
          </w:tcPr>
          <w:p w14:paraId="05A6D6FE" w14:textId="2D9368E4" w:rsidR="00B4089B" w:rsidRPr="00064115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6C929048" w14:textId="2D82876B" w:rsidR="00B4089B" w:rsidRPr="00064115" w:rsidRDefault="00D24A97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5245" w:type="dxa"/>
            <w:shd w:val="clear" w:color="auto" w:fill="9CC2E5" w:themeFill="accent5" w:themeFillTint="99"/>
          </w:tcPr>
          <w:p w14:paraId="4DB61B55" w14:textId="54478957" w:rsidR="00B4089B" w:rsidRPr="00064115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  <w:r w:rsidR="00D24A97">
              <w:rPr>
                <w:rFonts w:ascii="Verdana" w:hAnsi="Verdana"/>
                <w:b/>
                <w:bCs/>
                <w:color w:val="auto"/>
                <w:sz w:val="20"/>
              </w:rPr>
              <w:t xml:space="preserve"> Name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E436B69" w14:textId="5D285427" w:rsidR="00B4089B" w:rsidRPr="00064115" w:rsidRDefault="00C6012C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4FD1" w14:paraId="25CE831B" w14:textId="77777777" w:rsidTr="00A13DEF">
        <w:tc>
          <w:tcPr>
            <w:tcW w:w="562" w:type="dxa"/>
            <w:shd w:val="clear" w:color="auto" w:fill="DEEAF6" w:themeFill="accent5" w:themeFillTint="33"/>
          </w:tcPr>
          <w:p w14:paraId="5407B20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4645C79B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7E0751F5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9E01D3C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4FD1" w:rsidRPr="00064115" w14:paraId="791B042B" w14:textId="77777777" w:rsidTr="00A13DEF">
        <w:tc>
          <w:tcPr>
            <w:tcW w:w="562" w:type="dxa"/>
            <w:shd w:val="clear" w:color="auto" w:fill="9CC2E5" w:themeFill="accent5" w:themeFillTint="99"/>
          </w:tcPr>
          <w:p w14:paraId="7E886378" w14:textId="2AFB666C" w:rsidR="00B4089B" w:rsidRPr="00064115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color w:val="auto"/>
                <w:sz w:val="20"/>
              </w:rPr>
              <w:t>C</w:t>
            </w:r>
            <w:r w:rsidRPr="00064115">
              <w:rPr>
                <w:rFonts w:ascii="Verdana" w:hAnsi="Verdana"/>
                <w:color w:val="auto"/>
                <w:sz w:val="20"/>
              </w:rPr>
              <w:t>1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515CE96E" w14:textId="334162C2" w:rsidR="00B4089B" w:rsidRPr="00064115" w:rsidRDefault="00A13DE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</w:rPr>
              <w:t xml:space="preserve">Data </w:t>
            </w:r>
            <w:proofErr w:type="spellStart"/>
            <w:r>
              <w:rPr>
                <w:rFonts w:ascii="Verdana" w:hAnsi="Verdana"/>
                <w:color w:val="auto"/>
                <w:sz w:val="20"/>
              </w:rPr>
              <w:t>Sheet</w:t>
            </w:r>
            <w:proofErr w:type="spellEnd"/>
          </w:p>
        </w:tc>
        <w:tc>
          <w:tcPr>
            <w:tcW w:w="5245" w:type="dxa"/>
            <w:shd w:val="clear" w:color="auto" w:fill="9CC2E5" w:themeFill="accent5" w:themeFillTint="99"/>
          </w:tcPr>
          <w:p w14:paraId="7473FE18" w14:textId="1DBE764F" w:rsidR="00B4089B" w:rsidRPr="0070408E" w:rsidRDefault="00310E1A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310E1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AC1 - PRG_22-14 - </w:t>
            </w:r>
            <w:proofErr w:type="spellStart"/>
            <w:r w:rsidRPr="00310E1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IDTronic</w:t>
            </w:r>
            <w:proofErr w:type="spellEnd"/>
            <w:r w:rsidRPr="00310E1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Leuze RFID Systems - HF Basic IO-Link Datasheet - Specifications Mod.8.2.07 20250627 v06eng.docx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0E7D675" w14:textId="1A222C83" w:rsidR="00B4089B" w:rsidRPr="00064115" w:rsidRDefault="00A13DEF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Ver 0</w:t>
            </w:r>
            <w:r w:rsidR="00310E1A">
              <w:rPr>
                <w:rFonts w:ascii="Verdana" w:hAnsi="Verdana"/>
                <w:color w:val="auto"/>
                <w:sz w:val="20"/>
                <w:szCs w:val="20"/>
              </w:rPr>
              <w:t>6</w:t>
            </w:r>
          </w:p>
        </w:tc>
      </w:tr>
      <w:tr w:rsidR="00B44FD1" w14:paraId="6B6FE20E" w14:textId="77777777" w:rsidTr="00A13DEF">
        <w:tc>
          <w:tcPr>
            <w:tcW w:w="562" w:type="dxa"/>
            <w:shd w:val="clear" w:color="auto" w:fill="DEEAF6" w:themeFill="accent5" w:themeFillTint="33"/>
          </w:tcPr>
          <w:p w14:paraId="1C7BD245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553E633A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557190D2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00CD9F96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4FD1" w:rsidRPr="00064115" w14:paraId="013AB7A6" w14:textId="77777777" w:rsidTr="00A13DEF">
        <w:trPr>
          <w:trHeight w:val="245"/>
        </w:trPr>
        <w:tc>
          <w:tcPr>
            <w:tcW w:w="562" w:type="dxa"/>
            <w:shd w:val="clear" w:color="auto" w:fill="9CC2E5" w:themeFill="accent5" w:themeFillTint="99"/>
          </w:tcPr>
          <w:p w14:paraId="3E402581" w14:textId="2EE0AEE9" w:rsidR="00B4089B" w:rsidRPr="00064115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color w:val="auto"/>
                <w:sz w:val="20"/>
              </w:rPr>
              <w:t>C</w:t>
            </w:r>
            <w:r w:rsidR="00AB1431">
              <w:rPr>
                <w:rFonts w:ascii="Verdana" w:hAnsi="Verdana"/>
                <w:color w:val="auto"/>
                <w:sz w:val="20"/>
              </w:rPr>
              <w:t>2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15CF0F58" w14:textId="7F767D11" w:rsidR="00A13DEF" w:rsidRPr="00A13DEF" w:rsidRDefault="00A13DEF" w:rsidP="00A13DEF">
            <w:pPr>
              <w:rPr>
                <w:rFonts w:ascii="Verdana" w:hAnsi="Verdana"/>
                <w:sz w:val="20"/>
                <w:szCs w:val="20"/>
              </w:rPr>
            </w:pPr>
            <w:r w:rsidRPr="00A13DEF">
              <w:rPr>
                <w:rFonts w:ascii="Verdana" w:hAnsi="Verdana"/>
                <w:sz w:val="20"/>
                <w:szCs w:val="20"/>
              </w:rPr>
              <w:t xml:space="preserve">HF IO-LINK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A13DEF">
              <w:rPr>
                <w:rFonts w:ascii="Verdana" w:hAnsi="Verdana"/>
                <w:sz w:val="20"/>
                <w:szCs w:val="20"/>
              </w:rPr>
              <w:t>OMMUNICATION PROTOCOL AND DEVICE CONFIGURATION</w:t>
            </w:r>
          </w:p>
          <w:p w14:paraId="3DEB92F7" w14:textId="056C5DE6" w:rsidR="00B4089B" w:rsidRPr="00064115" w:rsidRDefault="00B4089B" w:rsidP="00C63FD1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5245" w:type="dxa"/>
            <w:shd w:val="clear" w:color="auto" w:fill="9CC2E5" w:themeFill="accent5" w:themeFillTint="99"/>
          </w:tcPr>
          <w:p w14:paraId="1171E40D" w14:textId="6D00F82B" w:rsidR="00B4089B" w:rsidRPr="0070408E" w:rsidRDefault="00A13DEF" w:rsidP="00F561AB">
            <w:pPr>
              <w:rPr>
                <w:rFonts w:ascii="Verdana" w:hAnsi="Verdana"/>
                <w:color w:val="auto"/>
                <w:sz w:val="20"/>
                <w:lang w:val="en-US"/>
              </w:rPr>
            </w:pPr>
            <w:r w:rsidRPr="0070408E">
              <w:rPr>
                <w:rFonts w:ascii="Verdana" w:hAnsi="Verdana"/>
                <w:color w:val="auto"/>
                <w:sz w:val="20"/>
                <w:lang w:val="en-US"/>
              </w:rPr>
              <w:t xml:space="preserve">PRG_22-14 - </w:t>
            </w:r>
            <w:proofErr w:type="spellStart"/>
            <w:r w:rsidRPr="0070408E">
              <w:rPr>
                <w:rFonts w:ascii="Verdana" w:hAnsi="Verdana"/>
                <w:color w:val="auto"/>
                <w:sz w:val="20"/>
                <w:lang w:val="en-US"/>
              </w:rPr>
              <w:t>IDTronic</w:t>
            </w:r>
            <w:proofErr w:type="spellEnd"/>
            <w:r w:rsidRPr="0070408E">
              <w:rPr>
                <w:rFonts w:ascii="Verdana" w:hAnsi="Verdana"/>
                <w:color w:val="auto"/>
                <w:sz w:val="20"/>
                <w:lang w:val="en-US"/>
              </w:rPr>
              <w:t xml:space="preserve"> Leuze RFID Systems - HF IO-Link Communication and Configuration - Specifications Mod.8.2.07 20240906 v02eng.docx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94683CA" w14:textId="61B136B6" w:rsidR="00B4089B" w:rsidRPr="00064115" w:rsidRDefault="00A13DEF" w:rsidP="00F561AB">
            <w:pPr>
              <w:jc w:val="center"/>
              <w:rPr>
                <w:rFonts w:ascii="Verdana" w:hAnsi="Verdana"/>
                <w:color w:val="auto"/>
                <w:sz w:val="20"/>
              </w:rPr>
            </w:pPr>
            <w:r>
              <w:rPr>
                <w:rFonts w:ascii="Verdana" w:hAnsi="Verdana"/>
                <w:color w:val="auto"/>
                <w:sz w:val="20"/>
              </w:rPr>
              <w:t>Ver 02</w:t>
            </w:r>
          </w:p>
        </w:tc>
      </w:tr>
      <w:tr w:rsidR="00B44FD1" w14:paraId="39F2C445" w14:textId="77777777" w:rsidTr="00A13DEF">
        <w:tc>
          <w:tcPr>
            <w:tcW w:w="562" w:type="dxa"/>
            <w:shd w:val="clear" w:color="auto" w:fill="DEEAF6" w:themeFill="accent5" w:themeFillTint="33"/>
          </w:tcPr>
          <w:p w14:paraId="44A417EC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6636908D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5654520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BDBCA74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6658EE86" w14:textId="77777777" w:rsidR="00B4089B" w:rsidRPr="00C25B05" w:rsidRDefault="00B4089B" w:rsidP="00B4089B">
      <w:pPr>
        <w:rPr>
          <w:rFonts w:ascii="Verdana" w:hAnsi="Verdana"/>
          <w:lang w:val="fr-FR"/>
        </w:rPr>
      </w:pPr>
    </w:p>
    <w:p w14:paraId="7CC380E0" w14:textId="1081F485" w:rsidR="00B4089B" w:rsidRPr="00C25B05" w:rsidRDefault="00B4089B" w:rsidP="00B4089B">
      <w:pPr>
        <w:rPr>
          <w:rFonts w:ascii="Verdana" w:hAnsi="Verdana"/>
          <w:lang w:val="fr-FR"/>
        </w:rPr>
      </w:pPr>
    </w:p>
    <w:p w14:paraId="73341300" w14:textId="77777777" w:rsidR="00B4089B" w:rsidRPr="00C25B05" w:rsidRDefault="00B4089B" w:rsidP="00B4089B">
      <w:pPr>
        <w:rPr>
          <w:rFonts w:ascii="Verdana" w:hAnsi="Verdana"/>
          <w:lang w:val="fr-FR"/>
        </w:rPr>
      </w:pPr>
    </w:p>
    <w:p w14:paraId="6B5C39D0" w14:textId="1C649E0B" w:rsidR="00B4089B" w:rsidRDefault="00F642D4" w:rsidP="00B4089B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t xml:space="preserve">Documentazione scheda </w:t>
      </w:r>
      <w:r w:rsidR="00290698">
        <w:rPr>
          <w:rFonts w:ascii="Verdana" w:hAnsi="Verdana"/>
          <w:b/>
          <w:bCs/>
        </w:rPr>
        <w:t>0</w:t>
      </w:r>
      <w:r w:rsidR="003F11F5">
        <w:rPr>
          <w:rFonts w:ascii="Verdana" w:hAnsi="Verdana"/>
          <w:b/>
          <w:bCs/>
        </w:rPr>
        <w:t>5</w:t>
      </w:r>
      <w:r w:rsidR="00DC7B1E">
        <w:rPr>
          <w:rFonts w:ascii="Verdana" w:hAnsi="Verdana"/>
          <w:b/>
          <w:bCs/>
        </w:rPr>
        <w:t>B24</w:t>
      </w:r>
      <w:r>
        <w:rPr>
          <w:rFonts w:ascii="Verdana" w:hAnsi="Verdana"/>
          <w:b/>
          <w:bCs/>
        </w:rPr>
        <w:t xml:space="preserve"> (</w:t>
      </w:r>
      <w:proofErr w:type="spellStart"/>
      <w:r w:rsidR="00DC7B1E">
        <w:rPr>
          <w:rFonts w:ascii="Verdana" w:hAnsi="Verdana"/>
          <w:b/>
          <w:bCs/>
        </w:rPr>
        <w:t>Main</w:t>
      </w:r>
      <w:proofErr w:type="spellEnd"/>
      <w:r w:rsidR="00DC7B1E">
        <w:rPr>
          <w:rFonts w:ascii="Verdana" w:hAnsi="Verdana"/>
          <w:b/>
          <w:bCs/>
        </w:rPr>
        <w:t xml:space="preserve"> Board</w:t>
      </w:r>
      <w:r>
        <w:rPr>
          <w:rFonts w:ascii="Verdana" w:hAnsi="Verdana"/>
          <w:b/>
          <w:bCs/>
        </w:rPr>
        <w:t>)</w:t>
      </w:r>
    </w:p>
    <w:p w14:paraId="4DBE673F" w14:textId="77777777" w:rsidR="00F642D4" w:rsidRDefault="00F642D4" w:rsidP="00B4089B">
      <w:pPr>
        <w:rPr>
          <w:rFonts w:ascii="Verdana" w:hAnsi="Verdana"/>
        </w:rPr>
      </w:pPr>
    </w:p>
    <w:tbl>
      <w:tblPr>
        <w:tblW w:w="9781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3424"/>
        <w:gridCol w:w="4820"/>
        <w:gridCol w:w="850"/>
      </w:tblGrid>
      <w:tr w:rsidR="00B4089B" w14:paraId="33FA4373" w14:textId="77777777" w:rsidTr="004D0ABF">
        <w:trPr>
          <w:tblHeader/>
        </w:trPr>
        <w:tc>
          <w:tcPr>
            <w:tcW w:w="687" w:type="dxa"/>
            <w:shd w:val="clear" w:color="auto" w:fill="9CC2E5" w:themeFill="accent5" w:themeFillTint="99"/>
          </w:tcPr>
          <w:p w14:paraId="4C22DAFF" w14:textId="2BCB00DF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70383AFB" w14:textId="77777777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Descrizione documento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383BA0ED" w14:textId="77777777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File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629973BF" w14:textId="5AF4D4F9" w:rsidR="00B4089B" w:rsidRPr="00CF7C95" w:rsidRDefault="00C6012C" w:rsidP="00F561A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4DD01F8C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2FA5D2F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79D595B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11DD4574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70BE40FD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6FA512C8" w14:textId="77777777" w:rsidTr="004D0ABF">
        <w:tc>
          <w:tcPr>
            <w:tcW w:w="687" w:type="dxa"/>
            <w:shd w:val="clear" w:color="auto" w:fill="9CC2E5" w:themeFill="accent5" w:themeFillTint="99"/>
          </w:tcPr>
          <w:p w14:paraId="44571E98" w14:textId="18F60233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5D3D73CD" w14:textId="40B13730" w:rsidR="00B4089B" w:rsidRPr="00CF7C95" w:rsidRDefault="00F642D4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 xml:space="preserve">Schema 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19905D5C" w14:textId="1A27FB8D" w:rsidR="00B4089B" w:rsidRPr="00CF7C95" w:rsidRDefault="00F1621E" w:rsidP="00F561AB">
            <w:pPr>
              <w:rPr>
                <w:rFonts w:ascii="Verdana" w:hAnsi="Verdana"/>
                <w:sz w:val="20"/>
                <w:szCs w:val="20"/>
              </w:rPr>
            </w:pPr>
            <w:r w:rsidRPr="00F1621E">
              <w:rPr>
                <w:rFonts w:ascii="Verdana" w:hAnsi="Verdana"/>
                <w:sz w:val="20"/>
                <w:szCs w:val="20"/>
              </w:rPr>
              <w:t>05B24_V0_00 Schematic.PDF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25A5CC0" w14:textId="592B2FA1" w:rsidR="00B4089B" w:rsidRPr="00CF7C95" w:rsidRDefault="00B4089B" w:rsidP="00F561AB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B4089B" w14:paraId="523E4B38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ACE651D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4B09D716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538D40C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CFA1D2D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07F88CF6" w14:textId="77777777" w:rsidTr="004D0ABF">
        <w:tc>
          <w:tcPr>
            <w:tcW w:w="687" w:type="dxa"/>
            <w:shd w:val="clear" w:color="auto" w:fill="9CC2E5" w:themeFill="accent5" w:themeFillTint="99"/>
          </w:tcPr>
          <w:p w14:paraId="3AD8978F" w14:textId="2F55E8B0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223B183A" w14:textId="4928B45E" w:rsidR="00B4089B" w:rsidRPr="00CF7C95" w:rsidRDefault="004F130C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</w:t>
            </w:r>
            <w:r w:rsidR="00044623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rber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501D234A" w14:textId="625F262B" w:rsidR="00B4089B" w:rsidRPr="00CF7C95" w:rsidRDefault="00F1621E" w:rsidP="00F561AB">
            <w:pPr>
              <w:rPr>
                <w:rFonts w:ascii="Verdana" w:hAnsi="Verdana"/>
                <w:sz w:val="20"/>
                <w:szCs w:val="20"/>
              </w:rPr>
            </w:pPr>
            <w:r w:rsidRPr="00F1621E">
              <w:rPr>
                <w:rFonts w:ascii="Verdana" w:hAnsi="Verdana"/>
                <w:sz w:val="20"/>
                <w:szCs w:val="20"/>
              </w:rPr>
              <w:t>Gerber 05B24.zip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08DFACE5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7DA583F7" w14:textId="77777777" w:rsidTr="004D0ABF">
        <w:tc>
          <w:tcPr>
            <w:tcW w:w="687" w:type="dxa"/>
            <w:shd w:val="clear" w:color="auto" w:fill="DEEAF6" w:themeFill="accent5" w:themeFillTint="33"/>
          </w:tcPr>
          <w:p w14:paraId="65445C9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0AA0A83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5061B83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FE41FD1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47D37" w14:paraId="271E7109" w14:textId="77777777" w:rsidTr="004D0ABF">
        <w:tc>
          <w:tcPr>
            <w:tcW w:w="687" w:type="dxa"/>
            <w:shd w:val="clear" w:color="auto" w:fill="9CC2E5" w:themeFill="accent5" w:themeFillTint="99"/>
          </w:tcPr>
          <w:p w14:paraId="46645D71" w14:textId="7939C55C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13619C3C" w14:textId="4AB5A3CF" w:rsidR="00847D37" w:rsidRPr="00CF7C95" w:rsidRDefault="00AE2171" w:rsidP="001403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Stampe PCB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22B357A8" w14:textId="2225EB89" w:rsidR="00847D37" w:rsidRPr="00CF7C95" w:rsidRDefault="00F1621E" w:rsidP="0014037D">
            <w:pPr>
              <w:rPr>
                <w:rFonts w:ascii="Verdana" w:hAnsi="Verdana"/>
                <w:sz w:val="20"/>
                <w:szCs w:val="20"/>
              </w:rPr>
            </w:pPr>
            <w:r w:rsidRPr="00F1621E">
              <w:rPr>
                <w:rFonts w:ascii="Verdana" w:hAnsi="Verdana"/>
                <w:sz w:val="20"/>
                <w:szCs w:val="20"/>
              </w:rPr>
              <w:t>05B24_V0 PCB Print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53681CD" w14:textId="47B872D6" w:rsidR="00847D37" w:rsidRPr="00CF7C95" w:rsidRDefault="00847D37" w:rsidP="001403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47D37" w14:paraId="1F85B929" w14:textId="77777777" w:rsidTr="004D0ABF">
        <w:tc>
          <w:tcPr>
            <w:tcW w:w="687" w:type="dxa"/>
            <w:shd w:val="clear" w:color="auto" w:fill="DEEAF6" w:themeFill="accent5" w:themeFillTint="33"/>
          </w:tcPr>
          <w:p w14:paraId="5BAA2AAF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2A346812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378954FA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A8DDDE1" w14:textId="77777777" w:rsidR="00847D37" w:rsidRPr="00CF7C95" w:rsidRDefault="00847D37" w:rsidP="001403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466BB72F" w14:textId="77777777" w:rsidTr="004D0ABF">
        <w:tc>
          <w:tcPr>
            <w:tcW w:w="687" w:type="dxa"/>
            <w:shd w:val="clear" w:color="auto" w:fill="9CC2E5" w:themeFill="accent5" w:themeFillTint="99"/>
          </w:tcPr>
          <w:p w14:paraId="51C4A246" w14:textId="3B7195AB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="00847D37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7F9247E5" w14:textId="69AC9F7C" w:rsidR="00B4089B" w:rsidRPr="00CF7C95" w:rsidRDefault="00BD4BD4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Piano di montaggio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29DD0EAF" w14:textId="355D7F5F" w:rsidR="00B4089B" w:rsidRPr="00CF7C95" w:rsidRDefault="004D0ABF" w:rsidP="00F561AB">
            <w:pPr>
              <w:rPr>
                <w:rFonts w:ascii="Verdana" w:hAnsi="Verdana"/>
                <w:sz w:val="20"/>
                <w:szCs w:val="20"/>
              </w:rPr>
            </w:pPr>
            <w:r w:rsidRPr="004D0ABF">
              <w:rPr>
                <w:rFonts w:ascii="Verdana" w:hAnsi="Verdana"/>
                <w:sz w:val="20"/>
                <w:szCs w:val="20"/>
              </w:rPr>
              <w:t>03B24_V0 PCB Assembly.PDF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0891808" w14:textId="2CDF62FF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3C220FC3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D5F5C78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3E6B2BA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307596A2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A2081D8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:rsidRPr="00F4688E" w14:paraId="3124D45D" w14:textId="77777777" w:rsidTr="004D0ABF">
        <w:tc>
          <w:tcPr>
            <w:tcW w:w="687" w:type="dxa"/>
            <w:shd w:val="clear" w:color="auto" w:fill="9CC2E5" w:themeFill="accent5" w:themeFillTint="99"/>
          </w:tcPr>
          <w:p w14:paraId="01C392F2" w14:textId="5FF1C54E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="00847D37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46E8FEFE" w14:textId="23F160AF" w:rsidR="00B4089B" w:rsidRPr="00CF7C95" w:rsidRDefault="00BD4BD4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Lista parti 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738B2F23" w14:textId="681A5B4A" w:rsidR="00B4089B" w:rsidRPr="0070408E" w:rsidRDefault="00F1621E" w:rsidP="00F561AB">
            <w:pPr>
              <w:rPr>
                <w:rFonts w:ascii="Verdana" w:hAnsi="Verdana"/>
                <w:sz w:val="20"/>
                <w:szCs w:val="20"/>
                <w:lang w:val="da-DK"/>
              </w:rPr>
            </w:pPr>
            <w:r w:rsidRPr="0070408E">
              <w:rPr>
                <w:rFonts w:ascii="Verdana" w:hAnsi="Verdana"/>
                <w:sz w:val="20"/>
                <w:szCs w:val="20"/>
                <w:lang w:val="da-DK"/>
              </w:rPr>
              <w:t>05B24_V1_lpc_00_REV0.pdf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3D9C52E4" w14:textId="5260034E" w:rsidR="00B4089B" w:rsidRPr="0070408E" w:rsidRDefault="00B4089B" w:rsidP="00F561AB">
            <w:pPr>
              <w:jc w:val="center"/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</w:tr>
      <w:tr w:rsidR="00B4089B" w:rsidRPr="00F4688E" w14:paraId="34112418" w14:textId="77777777" w:rsidTr="004D0ABF">
        <w:tc>
          <w:tcPr>
            <w:tcW w:w="687" w:type="dxa"/>
            <w:shd w:val="clear" w:color="auto" w:fill="DEEAF6" w:themeFill="accent5" w:themeFillTint="33"/>
          </w:tcPr>
          <w:p w14:paraId="6CF3BDF6" w14:textId="77777777" w:rsidR="00B4089B" w:rsidRPr="0070408E" w:rsidRDefault="00B4089B" w:rsidP="00F561AB">
            <w:pPr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5DCB7FD3" w14:textId="77777777" w:rsidR="00B4089B" w:rsidRPr="0070408E" w:rsidRDefault="00B4089B" w:rsidP="00F561AB">
            <w:pPr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62F3AC6C" w14:textId="77777777" w:rsidR="00B4089B" w:rsidRPr="0070408E" w:rsidRDefault="00B4089B" w:rsidP="00F561AB">
            <w:pPr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392AA538" w14:textId="77777777" w:rsidR="00B4089B" w:rsidRPr="0070408E" w:rsidRDefault="00B4089B" w:rsidP="00F561AB">
            <w:pPr>
              <w:jc w:val="center"/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</w:tr>
    </w:tbl>
    <w:p w14:paraId="1ECE0CC5" w14:textId="77777777" w:rsidR="00AC1711" w:rsidRPr="0070408E" w:rsidRDefault="00AC1711" w:rsidP="00B4089B">
      <w:pPr>
        <w:rPr>
          <w:rFonts w:ascii="Verdana" w:hAnsi="Verdana"/>
          <w:b/>
          <w:bCs/>
          <w:lang w:val="da-DK"/>
        </w:rPr>
      </w:pPr>
    </w:p>
    <w:p w14:paraId="02CBDE29" w14:textId="77777777" w:rsidR="00AC1711" w:rsidRPr="0070408E" w:rsidRDefault="00AC1711" w:rsidP="00B4089B">
      <w:pPr>
        <w:rPr>
          <w:rFonts w:ascii="Verdana" w:hAnsi="Verdana"/>
          <w:b/>
          <w:bCs/>
          <w:lang w:val="da-DK"/>
        </w:rPr>
      </w:pPr>
    </w:p>
    <w:p w14:paraId="53F41992" w14:textId="77777777" w:rsidR="002B3A6D" w:rsidRPr="0070408E" w:rsidRDefault="002B3A6D" w:rsidP="00B4089B">
      <w:pPr>
        <w:rPr>
          <w:rFonts w:ascii="Verdana" w:hAnsi="Verdana"/>
          <w:b/>
          <w:bCs/>
          <w:lang w:val="da-DK"/>
        </w:rPr>
      </w:pPr>
    </w:p>
    <w:p w14:paraId="670336B8" w14:textId="77777777" w:rsidR="002B3A6D" w:rsidRPr="0070408E" w:rsidRDefault="002B3A6D" w:rsidP="00B4089B">
      <w:pPr>
        <w:rPr>
          <w:rFonts w:ascii="Verdana" w:hAnsi="Verdana"/>
          <w:b/>
          <w:bCs/>
          <w:lang w:val="da-DK"/>
        </w:rPr>
      </w:pPr>
    </w:p>
    <w:p w14:paraId="04C2DBEC" w14:textId="77777777" w:rsidR="002B3A6D" w:rsidRPr="0070408E" w:rsidRDefault="002B3A6D" w:rsidP="00B4089B">
      <w:pPr>
        <w:rPr>
          <w:rFonts w:ascii="Verdana" w:hAnsi="Verdana"/>
          <w:b/>
          <w:bCs/>
          <w:lang w:val="da-DK"/>
        </w:rPr>
      </w:pPr>
    </w:p>
    <w:p w14:paraId="4F5B6A73" w14:textId="77777777" w:rsidR="00DA41C5" w:rsidRPr="0070408E" w:rsidRDefault="00DA41C5" w:rsidP="00B4089B">
      <w:pPr>
        <w:rPr>
          <w:rFonts w:ascii="Verdana" w:hAnsi="Verdana"/>
          <w:b/>
          <w:bCs/>
          <w:lang w:val="da-DK"/>
        </w:rPr>
      </w:pPr>
    </w:p>
    <w:p w14:paraId="09366203" w14:textId="77777777" w:rsidR="00927FD4" w:rsidRPr="0070408E" w:rsidRDefault="00927FD4" w:rsidP="00B4089B">
      <w:pPr>
        <w:rPr>
          <w:rFonts w:ascii="Verdana" w:hAnsi="Verdana"/>
          <w:b/>
          <w:bCs/>
          <w:lang w:val="da-DK"/>
        </w:rPr>
      </w:pPr>
    </w:p>
    <w:p w14:paraId="646ED744" w14:textId="77777777" w:rsidR="00927FD4" w:rsidRPr="0070408E" w:rsidRDefault="00927FD4" w:rsidP="00B4089B">
      <w:pPr>
        <w:rPr>
          <w:rFonts w:ascii="Verdana" w:hAnsi="Verdana"/>
          <w:b/>
          <w:bCs/>
          <w:lang w:val="da-DK"/>
        </w:rPr>
      </w:pPr>
    </w:p>
    <w:p w14:paraId="797E577B" w14:textId="77777777" w:rsidR="00927FD4" w:rsidRPr="0070408E" w:rsidRDefault="00927FD4" w:rsidP="00B4089B">
      <w:pPr>
        <w:rPr>
          <w:rFonts w:ascii="Verdana" w:hAnsi="Verdana"/>
          <w:b/>
          <w:bCs/>
          <w:lang w:val="da-DK"/>
        </w:rPr>
      </w:pPr>
    </w:p>
    <w:p w14:paraId="4C722E81" w14:textId="77777777" w:rsidR="00DA41C5" w:rsidRPr="0070408E" w:rsidRDefault="00DA41C5" w:rsidP="00B4089B">
      <w:pPr>
        <w:rPr>
          <w:rFonts w:ascii="Verdana" w:hAnsi="Verdana"/>
          <w:b/>
          <w:bCs/>
          <w:lang w:val="da-DK"/>
        </w:rPr>
      </w:pPr>
    </w:p>
    <w:p w14:paraId="600F2D1D" w14:textId="77777777" w:rsidR="00DA41C5" w:rsidRPr="0070408E" w:rsidRDefault="00DA41C5" w:rsidP="00B4089B">
      <w:pPr>
        <w:rPr>
          <w:rFonts w:ascii="Verdana" w:hAnsi="Verdana"/>
          <w:b/>
          <w:bCs/>
          <w:lang w:val="da-DK"/>
        </w:rPr>
      </w:pPr>
    </w:p>
    <w:p w14:paraId="13C9F663" w14:textId="77777777" w:rsidR="00AC1711" w:rsidRPr="0070408E" w:rsidRDefault="00AC1711" w:rsidP="00B4089B">
      <w:pPr>
        <w:rPr>
          <w:rFonts w:ascii="Verdana" w:hAnsi="Verdana"/>
          <w:b/>
          <w:bCs/>
          <w:lang w:val="da-DK"/>
        </w:rPr>
      </w:pPr>
    </w:p>
    <w:p w14:paraId="42CBC1CC" w14:textId="58D6CDF1" w:rsidR="001F557B" w:rsidRDefault="003F11F5" w:rsidP="001F557B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lastRenderedPageBreak/>
        <w:t xml:space="preserve">Documentazione scheda </w:t>
      </w:r>
      <w:r w:rsidR="001F557B">
        <w:rPr>
          <w:rFonts w:ascii="Verdana" w:hAnsi="Verdana"/>
          <w:b/>
          <w:bCs/>
        </w:rPr>
        <w:t>0</w:t>
      </w:r>
      <w:r w:rsidR="00927FD4">
        <w:rPr>
          <w:rFonts w:ascii="Verdana" w:hAnsi="Verdana"/>
          <w:b/>
          <w:bCs/>
        </w:rPr>
        <w:t>4</w:t>
      </w:r>
      <w:r w:rsidR="001F557B">
        <w:rPr>
          <w:rFonts w:ascii="Verdana" w:hAnsi="Verdana"/>
          <w:b/>
          <w:bCs/>
        </w:rPr>
        <w:t>A24</w:t>
      </w:r>
      <w:r>
        <w:rPr>
          <w:rFonts w:ascii="Verdana" w:hAnsi="Verdana"/>
          <w:b/>
          <w:bCs/>
        </w:rPr>
        <w:t xml:space="preserve"> </w:t>
      </w:r>
      <w:r w:rsidR="001F557B"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</w:rPr>
        <w:t>Scheda Connessioni</w:t>
      </w:r>
      <w:r w:rsidR="001F557B">
        <w:rPr>
          <w:rFonts w:ascii="Verdana" w:hAnsi="Verdana"/>
          <w:b/>
          <w:bCs/>
        </w:rPr>
        <w:t>)</w:t>
      </w:r>
    </w:p>
    <w:p w14:paraId="1DD68D99" w14:textId="77777777" w:rsidR="001F557B" w:rsidRDefault="001F557B" w:rsidP="001F557B">
      <w:pPr>
        <w:rPr>
          <w:rFonts w:ascii="Verdana" w:hAnsi="Verdana"/>
        </w:rPr>
      </w:pPr>
    </w:p>
    <w:tbl>
      <w:tblPr>
        <w:tblW w:w="9781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E2EFD9" w:themeFill="accent6" w:themeFillTint="33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4558"/>
        <w:gridCol w:w="3686"/>
        <w:gridCol w:w="850"/>
      </w:tblGrid>
      <w:tr w:rsidR="001F557B" w14:paraId="5A79662B" w14:textId="77777777" w:rsidTr="00C157B0">
        <w:trPr>
          <w:tblHeader/>
        </w:trPr>
        <w:tc>
          <w:tcPr>
            <w:tcW w:w="687" w:type="dxa"/>
            <w:shd w:val="clear" w:color="auto" w:fill="9CC2E5" w:themeFill="accent5" w:themeFillTint="99"/>
          </w:tcPr>
          <w:p w14:paraId="4B02DBEE" w14:textId="7C92510C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47BC1FE3" w14:textId="77777777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Descrizione documento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17202CEC" w14:textId="77777777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File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48680AF6" w14:textId="5058E0B9" w:rsidR="001F557B" w:rsidRPr="00CF7C95" w:rsidRDefault="00C6012C" w:rsidP="00FD12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1F557B" w14:paraId="1DE481AB" w14:textId="77777777" w:rsidTr="00C157B0">
        <w:tc>
          <w:tcPr>
            <w:tcW w:w="687" w:type="dxa"/>
            <w:shd w:val="clear" w:color="auto" w:fill="DEEAF6" w:themeFill="accent5" w:themeFillTint="33"/>
          </w:tcPr>
          <w:p w14:paraId="7E51618D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13184793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257E94DE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0421C08D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1660B07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624F498C" w14:textId="6234A09E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16C56431" w14:textId="37ED0A19" w:rsidR="001F557B" w:rsidRPr="00CF7C95" w:rsidRDefault="00BB2E81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Board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="001F557B" w:rsidRPr="00CF7C95">
              <w:rPr>
                <w:rFonts w:ascii="Verdana" w:hAnsi="Verdana"/>
                <w:sz w:val="20"/>
                <w:szCs w:val="20"/>
              </w:rPr>
              <w:t>chema</w:t>
            </w:r>
            <w:r>
              <w:rPr>
                <w:rFonts w:ascii="Verdana" w:hAnsi="Verdana"/>
                <w:sz w:val="20"/>
                <w:szCs w:val="20"/>
              </w:rPr>
              <w:t>tic</w:t>
            </w:r>
            <w:proofErr w:type="spellEnd"/>
          </w:p>
        </w:tc>
        <w:tc>
          <w:tcPr>
            <w:tcW w:w="3686" w:type="dxa"/>
            <w:shd w:val="clear" w:color="auto" w:fill="9CC2E5" w:themeFill="accent5" w:themeFillTint="99"/>
          </w:tcPr>
          <w:p w14:paraId="2DA16798" w14:textId="31755125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1F557B">
              <w:rPr>
                <w:rFonts w:ascii="Verdana" w:hAnsi="Verdana"/>
                <w:sz w:val="20"/>
                <w:szCs w:val="20"/>
              </w:rPr>
              <w:t>0</w:t>
            </w:r>
            <w:r w:rsidR="00927FD4">
              <w:rPr>
                <w:rFonts w:ascii="Verdana" w:hAnsi="Verdana"/>
                <w:sz w:val="20"/>
                <w:szCs w:val="20"/>
              </w:rPr>
              <w:t>4</w:t>
            </w:r>
            <w:r w:rsidRPr="001F557B">
              <w:rPr>
                <w:rFonts w:ascii="Verdana" w:hAnsi="Verdana"/>
                <w:sz w:val="20"/>
                <w:szCs w:val="20"/>
              </w:rPr>
              <w:t>A24_sch.pdf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4100A1D" w14:textId="77777777" w:rsidR="001F557B" w:rsidRPr="00CF7C95" w:rsidRDefault="001F557B" w:rsidP="00FD126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F557B" w14:paraId="72DFE1B1" w14:textId="77777777" w:rsidTr="00C157B0">
        <w:tc>
          <w:tcPr>
            <w:tcW w:w="687" w:type="dxa"/>
            <w:shd w:val="clear" w:color="auto" w:fill="DEEAF6" w:themeFill="accent5" w:themeFillTint="33"/>
          </w:tcPr>
          <w:p w14:paraId="165F567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62860A9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4B52505A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FE15753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5A769CA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11E23BA4" w14:textId="3A43B069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2F16AB4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Gerber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13B51B62" w14:textId="09D9866C" w:rsidR="001F557B" w:rsidRPr="00CF7C95" w:rsidRDefault="00BB2E81" w:rsidP="00FD1266">
            <w:pPr>
              <w:rPr>
                <w:rFonts w:ascii="Verdana" w:hAnsi="Verdana"/>
                <w:sz w:val="20"/>
                <w:szCs w:val="20"/>
              </w:rPr>
            </w:pPr>
            <w:r w:rsidRPr="00BB2E81">
              <w:rPr>
                <w:rFonts w:ascii="Verdana" w:hAnsi="Verdana"/>
                <w:sz w:val="20"/>
                <w:szCs w:val="20"/>
              </w:rPr>
              <w:t>Gerber 0</w:t>
            </w:r>
            <w:r w:rsidR="00927FD4">
              <w:rPr>
                <w:rFonts w:ascii="Verdana" w:hAnsi="Verdana"/>
                <w:sz w:val="20"/>
                <w:szCs w:val="20"/>
              </w:rPr>
              <w:t>4</w:t>
            </w:r>
            <w:r w:rsidRPr="00BB2E81">
              <w:rPr>
                <w:rFonts w:ascii="Verdana" w:hAnsi="Verdana"/>
                <w:sz w:val="20"/>
                <w:szCs w:val="20"/>
              </w:rPr>
              <w:t>A24.zip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5E8439D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7D8BD057" w14:textId="77777777" w:rsidTr="00C157B0">
        <w:tc>
          <w:tcPr>
            <w:tcW w:w="687" w:type="dxa"/>
            <w:shd w:val="clear" w:color="auto" w:fill="DEEAF6" w:themeFill="accent5" w:themeFillTint="33"/>
          </w:tcPr>
          <w:p w14:paraId="13656CF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5132570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3A90195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52A29A1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53EE2AE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77C4850D" w14:textId="3704F18B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49312FD8" w14:textId="35732736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Stampe PCB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7F054F80" w14:textId="2CB55CBE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 w:rsidRPr="00927FD4">
              <w:rPr>
                <w:rFonts w:ascii="Verdana" w:hAnsi="Verdana"/>
                <w:sz w:val="20"/>
                <w:szCs w:val="20"/>
              </w:rPr>
              <w:t>04A24_pm.pdf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09C7E022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209D7F49" w14:textId="77777777" w:rsidTr="00C157B0">
        <w:tc>
          <w:tcPr>
            <w:tcW w:w="687" w:type="dxa"/>
            <w:shd w:val="clear" w:color="auto" w:fill="DEEAF6" w:themeFill="accent5" w:themeFillTint="33"/>
          </w:tcPr>
          <w:p w14:paraId="72F1B73D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E0F83A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7439F461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E612A37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6A15D901" w14:textId="77777777" w:rsidTr="00927FD4">
        <w:trPr>
          <w:trHeight w:val="331"/>
        </w:trPr>
        <w:tc>
          <w:tcPr>
            <w:tcW w:w="687" w:type="dxa"/>
            <w:shd w:val="clear" w:color="auto" w:fill="9CC2E5" w:themeFill="accent5" w:themeFillTint="99"/>
          </w:tcPr>
          <w:p w14:paraId="5528DE5F" w14:textId="1DD2C599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E4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1BE7CDF6" w14:textId="6BB99219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Piano di montaggio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26D51BFA" w14:textId="44ABE8B4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 w:rsidRPr="00927FD4">
              <w:rPr>
                <w:rFonts w:ascii="Verdana" w:hAnsi="Verdana"/>
                <w:sz w:val="20"/>
                <w:szCs w:val="20"/>
              </w:rPr>
              <w:t>04A24_3d.pdf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89F15D8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40451B84" w14:textId="77777777" w:rsidTr="00C157B0">
        <w:tc>
          <w:tcPr>
            <w:tcW w:w="687" w:type="dxa"/>
            <w:shd w:val="clear" w:color="auto" w:fill="DEEAF6" w:themeFill="accent5" w:themeFillTint="33"/>
          </w:tcPr>
          <w:p w14:paraId="6332FDE3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642D757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3D4BF155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57623B8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7FFCE515" w14:textId="77777777" w:rsidTr="00C157B0">
        <w:tc>
          <w:tcPr>
            <w:tcW w:w="687" w:type="dxa"/>
            <w:shd w:val="clear" w:color="auto" w:fill="9CC2E5" w:themeFill="accent5" w:themeFillTint="99"/>
          </w:tcPr>
          <w:p w14:paraId="363D7058" w14:textId="440A81A5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E5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6E0BAE31" w14:textId="1C6B48D4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Lista parti </w:t>
            </w:r>
            <w:r w:rsidR="001F55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51267FEA" w14:textId="07FB42AB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 w:rsidRPr="00927FD4">
              <w:rPr>
                <w:rFonts w:ascii="Verdana" w:hAnsi="Verdana"/>
                <w:sz w:val="20"/>
                <w:szCs w:val="20"/>
              </w:rPr>
              <w:t>04A24_00 Rev0 (scheda completa 160424).pdf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4D06266C" w14:textId="3A9D7E9A" w:rsidR="001F557B" w:rsidRPr="00CF7C95" w:rsidRDefault="006429A1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1F557B" w14:paraId="704A3560" w14:textId="77777777" w:rsidTr="00C157B0">
        <w:tc>
          <w:tcPr>
            <w:tcW w:w="687" w:type="dxa"/>
            <w:shd w:val="clear" w:color="auto" w:fill="DEEAF6" w:themeFill="accent5" w:themeFillTint="33"/>
          </w:tcPr>
          <w:p w14:paraId="23ED4D6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61BECB6B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6F8EBCC2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51EC461A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9EE8D39" w14:textId="77777777" w:rsidR="001F557B" w:rsidRDefault="001F557B" w:rsidP="001F557B">
      <w:pPr>
        <w:rPr>
          <w:rFonts w:ascii="Verdana" w:hAnsi="Verdana"/>
          <w:b/>
          <w:bCs/>
        </w:rPr>
      </w:pPr>
    </w:p>
    <w:p w14:paraId="5A4873CB" w14:textId="77777777" w:rsidR="00AC1711" w:rsidRDefault="00AC1711" w:rsidP="00B4089B">
      <w:pPr>
        <w:rPr>
          <w:rFonts w:ascii="Verdana" w:hAnsi="Verdana"/>
          <w:b/>
          <w:bCs/>
        </w:rPr>
      </w:pPr>
    </w:p>
    <w:p w14:paraId="0DC45C75" w14:textId="77777777" w:rsidR="00AA1F2A" w:rsidRDefault="00AA1F2A" w:rsidP="00B4089B">
      <w:pPr>
        <w:rPr>
          <w:rFonts w:ascii="Verdana" w:hAnsi="Verdana"/>
          <w:b/>
          <w:bCs/>
        </w:rPr>
      </w:pPr>
    </w:p>
    <w:p w14:paraId="5FF937F8" w14:textId="77777777" w:rsidR="00AA1F2A" w:rsidRDefault="00AA1F2A" w:rsidP="00B4089B">
      <w:pPr>
        <w:rPr>
          <w:rFonts w:ascii="Verdana" w:hAnsi="Verdana"/>
          <w:b/>
          <w:bCs/>
        </w:rPr>
      </w:pPr>
    </w:p>
    <w:p w14:paraId="089F457B" w14:textId="4AE28F35" w:rsidR="00B4089B" w:rsidRPr="00892AB2" w:rsidRDefault="00553100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Label Antenna</w:t>
      </w:r>
    </w:p>
    <w:p w14:paraId="61392AFE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602"/>
        <w:gridCol w:w="3734"/>
        <w:gridCol w:w="801"/>
      </w:tblGrid>
      <w:tr w:rsidR="00B4089B" w14:paraId="3C38D108" w14:textId="77777777" w:rsidTr="00C157B0">
        <w:trPr>
          <w:tblHeader/>
        </w:trPr>
        <w:tc>
          <w:tcPr>
            <w:tcW w:w="64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9332BA9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AF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6B1EE6FB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734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1B901D4D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02C0DF07" w14:textId="4BE38695" w:rsidR="00B4089B" w:rsidRDefault="00C6012C" w:rsidP="00F561AB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76BD3A62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AB7F04E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D8ACD5C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0F500EA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230D73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</w:tr>
      <w:tr w:rsidR="00B4089B" w14:paraId="2C36EF40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475C6E6" w14:textId="0755F307" w:rsidR="00B4089B" w:rsidRDefault="00AA2406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AF1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455C44CA" w14:textId="5BB210BD" w:rsidR="00B4089B" w:rsidRPr="00AA2406" w:rsidRDefault="00C6012C" w:rsidP="00F561A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HF Basic Label specification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FC7CE0C" w14:textId="5652216E" w:rsidR="00B4089B" w:rsidRPr="0070408E" w:rsidRDefault="00C6012C" w:rsidP="00AA2406">
            <w:pPr>
              <w:rPr>
                <w:rFonts w:ascii="Verdana" w:hAnsi="Verdana"/>
                <w:sz w:val="20"/>
                <w:lang w:val="en-US"/>
              </w:rPr>
            </w:pPr>
            <w:proofErr w:type="gramStart"/>
            <w:r w:rsidRPr="0070408E">
              <w:rPr>
                <w:rFonts w:ascii="Verdana" w:hAnsi="Verdana"/>
                <w:sz w:val="20"/>
                <w:lang w:val="en-US"/>
              </w:rPr>
              <w:t>T.KRN</w:t>
            </w:r>
            <w:proofErr w:type="gramEnd"/>
            <w:r w:rsidRPr="0070408E">
              <w:rPr>
                <w:rFonts w:ascii="Verdana" w:hAnsi="Verdana"/>
                <w:sz w:val="20"/>
                <w:lang w:val="en-US"/>
              </w:rPr>
              <w:t>01IT.0E01374#</w:t>
            </w:r>
            <w:proofErr w:type="gramStart"/>
            <w:r w:rsidRPr="0070408E">
              <w:rPr>
                <w:rFonts w:ascii="Verdana" w:hAnsi="Verdana"/>
                <w:sz w:val="20"/>
                <w:lang w:val="en-US"/>
              </w:rPr>
              <w:t>0.B</w:t>
            </w:r>
            <w:proofErr w:type="gramEnd"/>
            <w:r w:rsidRPr="0070408E">
              <w:rPr>
                <w:rFonts w:ascii="Verdana" w:hAnsi="Verdana"/>
                <w:sz w:val="20"/>
                <w:lang w:val="en-US"/>
              </w:rPr>
              <w:t xml:space="preserve"> - </w:t>
            </w:r>
            <w:proofErr w:type="spellStart"/>
            <w:r w:rsidRPr="0070408E">
              <w:rPr>
                <w:rFonts w:ascii="Verdana" w:hAnsi="Verdana"/>
                <w:sz w:val="20"/>
                <w:lang w:val="en-US"/>
              </w:rPr>
              <w:t>Label_Basic_HF</w:t>
            </w:r>
            <w:proofErr w:type="spellEnd"/>
            <w:r w:rsidRPr="0070408E">
              <w:rPr>
                <w:rFonts w:ascii="Verdana" w:hAnsi="Verdana"/>
                <w:sz w:val="20"/>
                <w:lang w:val="en-US"/>
              </w:rPr>
              <w:t xml:space="preserve"> - ver01.pdf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F38AC4E" w14:textId="4A14A2FD" w:rsidR="00B4089B" w:rsidRDefault="00C6012C" w:rsidP="00C6012C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01</w:t>
            </w:r>
          </w:p>
        </w:tc>
      </w:tr>
      <w:tr w:rsidR="00B4089B" w14:paraId="4A2FBF5E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2852598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9000CA9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1F2A46E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49B058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</w:tr>
      <w:tr w:rsidR="00B4089B" w14:paraId="7CD5290F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CD6340" w14:textId="33710A93" w:rsidR="00B4089B" w:rsidRDefault="00AA2406" w:rsidP="00F561A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AF2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6654984" w14:textId="733585FA" w:rsidR="00B4089B" w:rsidRDefault="008E4E08" w:rsidP="00F561A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Label cover film </w:t>
            </w:r>
            <w:proofErr w:type="spellStart"/>
            <w:proofErr w:type="gramStart"/>
            <w:r>
              <w:rPr>
                <w:rFonts w:ascii="Verdana" w:hAnsi="Verdana"/>
                <w:sz w:val="20"/>
              </w:rPr>
              <w:t>flammability</w:t>
            </w:r>
            <w:proofErr w:type="spellEnd"/>
            <w:r>
              <w:rPr>
                <w:rFonts w:ascii="Verdana" w:hAnsi="Verdana"/>
                <w:sz w:val="20"/>
              </w:rPr>
              <w:t xml:space="preserve">  </w:t>
            </w:r>
            <w:proofErr w:type="spellStart"/>
            <w:r>
              <w:rPr>
                <w:rFonts w:ascii="Verdana" w:hAnsi="Verdana"/>
                <w:sz w:val="20"/>
              </w:rPr>
              <w:t>Classification</w:t>
            </w:r>
            <w:proofErr w:type="spellEnd"/>
            <w:proofErr w:type="gramEnd"/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6C240CB" w14:textId="5A199AB9" w:rsidR="00B4089B" w:rsidRDefault="008E4E08" w:rsidP="00F561AB">
            <w:pPr>
              <w:rPr>
                <w:rFonts w:ascii="Verdana" w:hAnsi="Verdana"/>
                <w:sz w:val="20"/>
                <w:lang w:val="en-US"/>
              </w:rPr>
            </w:pPr>
            <w:r w:rsidRPr="008E4E08">
              <w:rPr>
                <w:rFonts w:ascii="Verdana" w:hAnsi="Verdana"/>
                <w:sz w:val="20"/>
                <w:lang w:val="en-US"/>
              </w:rPr>
              <w:t>F200 UL</w:t>
            </w:r>
            <w:proofErr w:type="gramStart"/>
            <w:r w:rsidRPr="008E4E08">
              <w:rPr>
                <w:rFonts w:ascii="Verdana" w:hAnsi="Verdana"/>
                <w:sz w:val="20"/>
                <w:lang w:val="en-US"/>
              </w:rPr>
              <w:t>94  v10.pdf</w:t>
            </w:r>
            <w:proofErr w:type="gramEnd"/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053C7EB2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</w:tr>
      <w:tr w:rsidR="00AC1711" w14:paraId="12297458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037F7A2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E23C3B6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D18105C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F386938" w14:textId="77777777" w:rsidR="00AC1711" w:rsidRDefault="00AC1711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1711" w14:paraId="040D9760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5933F2C" w14:textId="23DD6D83" w:rsidR="00AC1711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AF3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CEB1E0C" w14:textId="3E4E44CC" w:rsidR="00AC1711" w:rsidRPr="00AA2406" w:rsidRDefault="008E4E08" w:rsidP="00FF111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Double coated Tape specification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2ECB2DC" w14:textId="003CA2B1" w:rsidR="00AC1711" w:rsidRPr="00150829" w:rsidRDefault="008E4E08" w:rsidP="00FF1119">
            <w:pPr>
              <w:rPr>
                <w:rFonts w:ascii="Verdana" w:hAnsi="Verdana"/>
                <w:sz w:val="20"/>
              </w:rPr>
            </w:pPr>
            <w:r w:rsidRPr="008E4E08">
              <w:rPr>
                <w:rFonts w:ascii="Verdana" w:hAnsi="Verdana"/>
                <w:sz w:val="20"/>
              </w:rPr>
              <w:t>3M 93420 Technical Specification.pdf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D968F8B" w14:textId="77777777" w:rsidR="00AC1711" w:rsidRDefault="00AC1711" w:rsidP="00FF1119">
            <w:pPr>
              <w:rPr>
                <w:rFonts w:ascii="Verdana" w:hAnsi="Verdana"/>
                <w:sz w:val="20"/>
              </w:rPr>
            </w:pPr>
          </w:p>
        </w:tc>
      </w:tr>
      <w:tr w:rsidR="00AC1711" w14:paraId="01C8B712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1874E31E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739B3F0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BB8E74F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F8EBBD5" w14:textId="77777777" w:rsidR="00AC1711" w:rsidRDefault="00AC1711" w:rsidP="00FF1119">
            <w:pPr>
              <w:rPr>
                <w:rFonts w:ascii="Verdana" w:hAnsi="Verdana"/>
                <w:sz w:val="20"/>
              </w:rPr>
            </w:pPr>
          </w:p>
        </w:tc>
      </w:tr>
      <w:tr w:rsidR="00AC1711" w:rsidRPr="00F4688E" w14:paraId="0E68F68B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C23D51B" w14:textId="3949A221" w:rsidR="00AC1711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AF4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5B31CB0" w14:textId="7D77009D" w:rsidR="00AC1711" w:rsidRPr="00AA2406" w:rsidRDefault="00CC003D" w:rsidP="00FF111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Internal Label Led Data Sheet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3607F64" w14:textId="55CEA8CC" w:rsidR="00AC1711" w:rsidRPr="0070408E" w:rsidRDefault="003B3141" w:rsidP="00FF1119">
            <w:pPr>
              <w:rPr>
                <w:rFonts w:ascii="Verdana" w:hAnsi="Verdana"/>
                <w:sz w:val="20"/>
                <w:lang w:val="en-US"/>
              </w:rPr>
            </w:pPr>
            <w:r w:rsidRPr="0070408E">
              <w:rPr>
                <w:rFonts w:ascii="Verdana" w:hAnsi="Verdana"/>
                <w:sz w:val="20"/>
                <w:lang w:val="en-US"/>
              </w:rPr>
              <w:t>HQ19-2232RYGC-Data Sheet.pdf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38040CB9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</w:tr>
      <w:tr w:rsidR="00AC1711" w:rsidRPr="00F4688E" w14:paraId="006E9FA7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BC6E419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829765D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9AE9B2F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A844C44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1064B459" w14:textId="77777777" w:rsidR="00B4089B" w:rsidRPr="0070408E" w:rsidRDefault="00B4089B" w:rsidP="00B4089B">
      <w:pPr>
        <w:rPr>
          <w:rFonts w:ascii="Verdana" w:hAnsi="Verdana"/>
          <w:lang w:val="en-US"/>
        </w:rPr>
      </w:pPr>
    </w:p>
    <w:p w14:paraId="02676293" w14:textId="77777777" w:rsidR="00B4089B" w:rsidRPr="0070408E" w:rsidRDefault="00B4089B" w:rsidP="00B4089B">
      <w:pPr>
        <w:rPr>
          <w:rFonts w:ascii="Verdana" w:hAnsi="Verdana"/>
          <w:lang w:val="en-US"/>
        </w:rPr>
      </w:pPr>
    </w:p>
    <w:p w14:paraId="533D4345" w14:textId="77777777" w:rsidR="00B4089B" w:rsidRPr="0070408E" w:rsidRDefault="00B4089B" w:rsidP="00B4089B">
      <w:pPr>
        <w:rPr>
          <w:rFonts w:ascii="Verdana" w:hAnsi="Verdana"/>
          <w:lang w:val="en-US"/>
        </w:rPr>
      </w:pPr>
    </w:p>
    <w:p w14:paraId="24136623" w14:textId="77777777" w:rsidR="00D51605" w:rsidRPr="0070408E" w:rsidRDefault="00D51605" w:rsidP="00B4089B">
      <w:pPr>
        <w:rPr>
          <w:rFonts w:ascii="Verdana" w:hAnsi="Verdana"/>
          <w:lang w:val="en-US"/>
        </w:rPr>
      </w:pPr>
    </w:p>
    <w:p w14:paraId="64CA9E2F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049E3AE9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458BB3AA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731E926A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20BAB6C4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0FB8B65D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6C040ED9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704A8BCD" w14:textId="2AAA2504" w:rsidR="00B4089B" w:rsidRPr="00892AB2" w:rsidRDefault="00D51605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Plastic </w:t>
      </w:r>
      <w:proofErr w:type="spellStart"/>
      <w:r>
        <w:rPr>
          <w:rFonts w:ascii="Verdana" w:hAnsi="Verdana"/>
          <w:b/>
          <w:bCs/>
        </w:rPr>
        <w:t>enclousure</w:t>
      </w:r>
      <w:proofErr w:type="spellEnd"/>
    </w:p>
    <w:p w14:paraId="76E2313A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885"/>
        <w:gridCol w:w="3450"/>
        <w:gridCol w:w="801"/>
      </w:tblGrid>
      <w:tr w:rsidR="00B4089B" w14:paraId="09D539C9" w14:textId="77777777" w:rsidTr="00C157B0">
        <w:trPr>
          <w:tblHeader/>
        </w:trPr>
        <w:tc>
          <w:tcPr>
            <w:tcW w:w="64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E8784B7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AG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0FFB4A0F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450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3654D24E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6F14BE4B" w14:textId="37B85C19" w:rsidR="00B4089B" w:rsidRDefault="00C6012C" w:rsidP="00637B5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3237DDBE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416954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169CD04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2EACE7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4FFBE65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E49F6" w14:paraId="615FD9D9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428C94" w14:textId="202979F2" w:rsidR="00B4089B" w:rsidRDefault="00DD4965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AG1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817D957" w14:textId="4B1A56CE" w:rsidR="00B4089B" w:rsidRDefault="008D6A50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Bud plastic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data sheet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5F9B4B3" w14:textId="13555B4E" w:rsidR="00B4089B" w:rsidRDefault="008D6A50" w:rsidP="00F561AB">
            <w:pPr>
              <w:rPr>
                <w:rFonts w:ascii="Verdana" w:hAnsi="Verdana"/>
                <w:sz w:val="20"/>
                <w:lang w:val="en-US"/>
              </w:rPr>
            </w:pPr>
            <w:r w:rsidRPr="008D6A50">
              <w:rPr>
                <w:rFonts w:ascii="Verdana" w:hAnsi="Verdana"/>
                <w:sz w:val="20"/>
                <w:lang w:val="en-US"/>
              </w:rPr>
              <w:t>HD-7603-1.pdf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4796058D" w14:textId="3FB68EC4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577313E9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1E3DE6B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DD88783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6D381DB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B29A386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2A6788A1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19BF396F" w14:textId="4EF1B330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AG2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80B1643" w14:textId="7EFA798C" w:rsidR="00637B55" w:rsidRDefault="00285AAD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Milling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design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C61F85C" w14:textId="7C8236D0" w:rsidR="00637B55" w:rsidRDefault="00285AAD" w:rsidP="00637B55">
            <w:pPr>
              <w:rPr>
                <w:rFonts w:ascii="Verdana" w:hAnsi="Verdana"/>
                <w:sz w:val="20"/>
                <w:lang w:val="en-US"/>
              </w:rPr>
            </w:pPr>
            <w:r w:rsidRPr="00285AAD">
              <w:rPr>
                <w:rFonts w:ascii="Verdana" w:hAnsi="Verdana"/>
                <w:sz w:val="20"/>
                <w:lang w:val="en-US"/>
              </w:rPr>
              <w:t>Fresatura_SPL00650.PDF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581AA1B" w14:textId="1353D358" w:rsidR="00637B55" w:rsidRDefault="00DF50B3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00</w:t>
            </w:r>
          </w:p>
        </w:tc>
      </w:tr>
      <w:tr w:rsidR="00637B55" w14:paraId="2947B69B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5353BB0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63FB151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4825D38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783F23A7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46AE417D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0AE612A" w14:textId="67AAE1A4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AG3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CD24147" w14:textId="26A8E123" w:rsidR="00637B55" w:rsidRDefault="00EA45D4" w:rsidP="00637B55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painting specifications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91F2366" w14:textId="1F54F0D5" w:rsidR="00637B55" w:rsidRDefault="00EA45D4" w:rsidP="00637B55">
            <w:pPr>
              <w:rPr>
                <w:rFonts w:ascii="Verdana" w:hAnsi="Verdana"/>
                <w:sz w:val="20"/>
                <w:lang w:val="en-US"/>
              </w:rPr>
            </w:pPr>
            <w:r w:rsidRPr="00EA45D4">
              <w:rPr>
                <w:rFonts w:ascii="Verdana" w:hAnsi="Verdana"/>
                <w:sz w:val="20"/>
                <w:lang w:val="en-US"/>
              </w:rPr>
              <w:t>Verniciatura_SPL00651.PDF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6A9DE6DB" w14:textId="48F43BE5" w:rsidR="00637B55" w:rsidRDefault="00DF50B3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00</w:t>
            </w:r>
          </w:p>
        </w:tc>
      </w:tr>
      <w:tr w:rsidR="00637B55" w14:paraId="33463A55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61341C3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BCE9827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FAFE07E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294410D3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3F351261" w14:textId="77777777" w:rsidR="00B4089B" w:rsidRDefault="00B4089B" w:rsidP="00B4089B">
      <w:pPr>
        <w:rPr>
          <w:rFonts w:ascii="Verdana" w:hAnsi="Verdana"/>
        </w:rPr>
      </w:pPr>
    </w:p>
    <w:p w14:paraId="720EE44F" w14:textId="77777777" w:rsidR="00B4089B" w:rsidRDefault="00B4089B" w:rsidP="00B4089B">
      <w:pPr>
        <w:rPr>
          <w:rFonts w:ascii="Verdana" w:hAnsi="Verdana"/>
        </w:rPr>
      </w:pPr>
    </w:p>
    <w:p w14:paraId="40599912" w14:textId="77777777" w:rsidR="00B4089B" w:rsidRDefault="00B4089B" w:rsidP="00B4089B">
      <w:pPr>
        <w:rPr>
          <w:rFonts w:ascii="Verdana" w:hAnsi="Verdana"/>
        </w:rPr>
      </w:pPr>
    </w:p>
    <w:p w14:paraId="48521072" w14:textId="77777777" w:rsidR="00B4089B" w:rsidRDefault="00B4089B" w:rsidP="00B4089B">
      <w:pPr>
        <w:rPr>
          <w:rFonts w:ascii="Verdana" w:hAnsi="Verdana"/>
        </w:rPr>
      </w:pPr>
    </w:p>
    <w:p w14:paraId="0F4DB524" w14:textId="4E2189C6" w:rsidR="00B4089B" w:rsidRPr="00892AB2" w:rsidRDefault="00DF50B3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Production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</w:p>
    <w:p w14:paraId="332AE3BF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4"/>
        <w:gridCol w:w="4895"/>
        <w:gridCol w:w="2785"/>
        <w:gridCol w:w="1466"/>
      </w:tblGrid>
      <w:tr w:rsidR="00B4089B" w14:paraId="16A330BF" w14:textId="77777777" w:rsidTr="00C157B0">
        <w:trPr>
          <w:tblHeader/>
        </w:trPr>
        <w:tc>
          <w:tcPr>
            <w:tcW w:w="63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F6FDCAC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proofErr w:type="gramStart"/>
            <w:r>
              <w:rPr>
                <w:rFonts w:ascii="Verdana" w:hAnsi="Verdana"/>
                <w:b/>
                <w:bCs/>
                <w:sz w:val="20"/>
              </w:rPr>
              <w:t>AH</w:t>
            </w:r>
            <w:proofErr w:type="gramEnd"/>
          </w:p>
        </w:tc>
        <w:tc>
          <w:tcPr>
            <w:tcW w:w="489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5171747F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278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088F06F4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146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720A77CF" w14:textId="62E74C45" w:rsidR="00B4089B" w:rsidRDefault="00C6012C" w:rsidP="00637B5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149147A8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D91BC46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AF0755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5D24F03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02E2013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089B" w14:paraId="40AE68D3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76A7D6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AH1</w:t>
            </w: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711923B" w14:textId="661D6BB1" w:rsidR="00CE3B66" w:rsidRDefault="00B004AD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Lista parti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prodotto</w:t>
            </w:r>
            <w:proofErr w:type="spellEnd"/>
            <w:r w:rsidR="00AB04E0">
              <w:rPr>
                <w:rFonts w:ascii="Verdana" w:hAnsi="Verdana"/>
                <w:sz w:val="20"/>
                <w:lang w:val="en-US"/>
              </w:rPr>
              <w:t xml:space="preserve"> </w:t>
            </w: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823EB4C" w14:textId="3AE375DD" w:rsidR="00B4089B" w:rsidRDefault="00B004AD" w:rsidP="00201915">
            <w:pPr>
              <w:rPr>
                <w:rFonts w:ascii="Verdana" w:hAnsi="Verdana"/>
                <w:sz w:val="20"/>
                <w:lang w:val="en-US"/>
              </w:rPr>
            </w:pPr>
            <w:r w:rsidRPr="00B004AD">
              <w:rPr>
                <w:rFonts w:ascii="Verdana" w:hAnsi="Verdana"/>
                <w:sz w:val="20"/>
                <w:lang w:val="en-US"/>
              </w:rPr>
              <w:t>7131H.PDF</w:t>
            </w: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506CB35" w14:textId="3D93F260" w:rsidR="00B4089B" w:rsidRDefault="00B004AD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23</w:t>
            </w:r>
            <w:r w:rsidR="00AB04E0">
              <w:rPr>
                <w:rFonts w:ascii="Verdana" w:hAnsi="Verdana"/>
                <w:sz w:val="20"/>
              </w:rPr>
              <w:t>/0</w:t>
            </w:r>
            <w:r>
              <w:rPr>
                <w:rFonts w:ascii="Verdana" w:hAnsi="Verdana"/>
                <w:sz w:val="20"/>
              </w:rPr>
              <w:t>9</w:t>
            </w:r>
            <w:r w:rsidR="00AB04E0">
              <w:rPr>
                <w:rFonts w:ascii="Verdana" w:hAnsi="Verdana"/>
                <w:sz w:val="20"/>
              </w:rPr>
              <w:t>/20204</w:t>
            </w:r>
          </w:p>
        </w:tc>
      </w:tr>
      <w:tr w:rsidR="004E49F6" w14:paraId="3659F31F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471E3B2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0390DC3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7D1D379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7AA9670" w14:textId="77777777" w:rsidR="004E49F6" w:rsidRDefault="004E49F6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E49F6" w14:paraId="5113ED33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81E04FF" w14:textId="1C3BFCDD" w:rsidR="004E49F6" w:rsidRPr="00DE6C80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  <w:r w:rsidRPr="00DE6C80">
              <w:rPr>
                <w:rFonts w:ascii="Verdana" w:hAnsi="Verdana"/>
                <w:sz w:val="20"/>
                <w:lang w:val="en-US"/>
              </w:rPr>
              <w:t>AH2</w:t>
            </w: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2B2A871" w14:textId="51229A4E" w:rsidR="004E49F6" w:rsidRPr="00DE6C80" w:rsidRDefault="00DD3588" w:rsidP="0014037D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DE6C80">
              <w:rPr>
                <w:rFonts w:ascii="Verdana" w:hAnsi="Verdana"/>
                <w:sz w:val="20"/>
                <w:lang w:val="en-US"/>
              </w:rPr>
              <w:t>Procedura</w:t>
            </w:r>
            <w:proofErr w:type="spellEnd"/>
            <w:r w:rsidRPr="00DE6C80">
              <w:rPr>
                <w:rFonts w:ascii="Verdana" w:hAnsi="Verdana"/>
                <w:sz w:val="20"/>
                <w:lang w:val="en-US"/>
              </w:rPr>
              <w:t xml:space="preserve"> di </w:t>
            </w:r>
            <w:proofErr w:type="spellStart"/>
            <w:r w:rsidRPr="00DE6C80">
              <w:rPr>
                <w:rFonts w:ascii="Verdana" w:hAnsi="Verdana"/>
                <w:sz w:val="20"/>
                <w:lang w:val="en-US"/>
              </w:rPr>
              <w:t>assiemaggio</w:t>
            </w:r>
            <w:proofErr w:type="spellEnd"/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AF4CFFF" w14:textId="5F5F5553" w:rsidR="004E49F6" w:rsidRPr="00DE6C80" w:rsidRDefault="00396B6A" w:rsidP="0014037D">
            <w:pPr>
              <w:rPr>
                <w:rFonts w:ascii="Verdana" w:hAnsi="Verdana"/>
                <w:sz w:val="20"/>
                <w:lang w:val="en-US"/>
              </w:rPr>
            </w:pPr>
            <w:r w:rsidRPr="00396B6A">
              <w:rPr>
                <w:rFonts w:ascii="Verdana" w:hAnsi="Verdana"/>
                <w:sz w:val="20"/>
                <w:lang w:val="en-US"/>
              </w:rPr>
              <w:t xml:space="preserve">PRG_22-14 - HF-Basic </w:t>
            </w:r>
            <w:r>
              <w:rPr>
                <w:rFonts w:ascii="Verdana" w:hAnsi="Verdana"/>
                <w:sz w:val="20"/>
                <w:lang w:val="en-US"/>
              </w:rPr>
              <w:t>IOLINK</w:t>
            </w:r>
            <w:r w:rsidRPr="00396B6A">
              <w:rPr>
                <w:rFonts w:ascii="Verdana" w:hAnsi="Verdana"/>
                <w:sz w:val="20"/>
                <w:lang w:val="en-US"/>
              </w:rPr>
              <w:t xml:space="preserve"> Assembly.pdf</w:t>
            </w: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6CDC0E0D" w14:textId="0C668520" w:rsidR="004E49F6" w:rsidRDefault="001635A1" w:rsidP="00637B55">
            <w:pPr>
              <w:jc w:val="center"/>
              <w:rPr>
                <w:rFonts w:ascii="Verdana" w:hAnsi="Verdana"/>
                <w:sz w:val="20"/>
              </w:rPr>
            </w:pPr>
            <w:r w:rsidRPr="00DE6C80">
              <w:rPr>
                <w:rFonts w:ascii="Verdana" w:hAnsi="Verdana"/>
                <w:sz w:val="20"/>
              </w:rPr>
              <w:t>1.0</w:t>
            </w:r>
          </w:p>
        </w:tc>
      </w:tr>
      <w:tr w:rsidR="00B4089B" w14:paraId="3D95CCA8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DF845CF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89B0A44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EE5941E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8700C54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232FF991" w14:textId="77777777" w:rsidR="003A08DB" w:rsidRDefault="003A08DB" w:rsidP="003A08DB"/>
    <w:p w14:paraId="02860134" w14:textId="44606867" w:rsidR="003A08DB" w:rsidRDefault="003A08DB" w:rsidP="003A08DB"/>
    <w:p w14:paraId="41920126" w14:textId="1942DE75" w:rsidR="004E49F6" w:rsidRDefault="004E49F6" w:rsidP="003A08DB"/>
    <w:p w14:paraId="50739395" w14:textId="77777777" w:rsidR="00280629" w:rsidRDefault="00280629" w:rsidP="00280629">
      <w:pPr>
        <w:rPr>
          <w:rFonts w:ascii="Verdana" w:hAnsi="Verdana"/>
        </w:rPr>
      </w:pPr>
    </w:p>
    <w:p w14:paraId="7CF196EA" w14:textId="76B214E1" w:rsidR="00280629" w:rsidRPr="00892AB2" w:rsidRDefault="001649AF" w:rsidP="00280629">
      <w:pPr>
        <w:rPr>
          <w:rFonts w:ascii="Verdana" w:hAnsi="Verdana"/>
          <w:b/>
          <w:bCs/>
        </w:rPr>
      </w:pPr>
      <w:proofErr w:type="spellStart"/>
      <w:r>
        <w:rPr>
          <w:rFonts w:ascii="Verdana" w:hAnsi="Verdana"/>
          <w:b/>
          <w:bCs/>
        </w:rPr>
        <w:t>Other</w:t>
      </w:r>
      <w:proofErr w:type="spellEnd"/>
      <w:r>
        <w:rPr>
          <w:rFonts w:ascii="Verdana" w:hAnsi="Verdana"/>
          <w:b/>
          <w:bCs/>
        </w:rPr>
        <w:t xml:space="preserve"> product parts</w:t>
      </w:r>
      <w:r w:rsidR="001E3DDF">
        <w:rPr>
          <w:rFonts w:ascii="Verdana" w:hAnsi="Verdana"/>
          <w:b/>
          <w:bCs/>
        </w:rPr>
        <w:t xml:space="preserve"> </w:t>
      </w:r>
    </w:p>
    <w:p w14:paraId="5B377C67" w14:textId="77777777" w:rsidR="00280629" w:rsidRDefault="00280629" w:rsidP="00280629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6"/>
        <w:gridCol w:w="5753"/>
        <w:gridCol w:w="2425"/>
        <w:gridCol w:w="976"/>
      </w:tblGrid>
      <w:tr w:rsidR="00280629" w14:paraId="09F46C44" w14:textId="77777777" w:rsidTr="00B407CD">
        <w:trPr>
          <w:tblHeader/>
        </w:trPr>
        <w:tc>
          <w:tcPr>
            <w:tcW w:w="626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AAC5CBF" w14:textId="484355C6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</w:t>
            </w:r>
            <w:r w:rsidR="001E3DDF">
              <w:rPr>
                <w:rFonts w:ascii="Verdana" w:hAnsi="Verdana"/>
                <w:b/>
                <w:bCs/>
                <w:sz w:val="20"/>
              </w:rPr>
              <w:t>I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416F09B7" w14:textId="77777777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242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5BD494E9" w14:textId="77777777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97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056189E9" w14:textId="07D0B424" w:rsidR="00280629" w:rsidRDefault="00C6012C" w:rsidP="00043C9C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280629" w14:paraId="23F24557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19525FEC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8369BDB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205E019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2672FA1F" w14:textId="77777777" w:rsidR="00280629" w:rsidRDefault="00280629" w:rsidP="00043C9C">
            <w:pPr>
              <w:rPr>
                <w:rFonts w:ascii="Verdana" w:hAnsi="Verdana"/>
                <w:sz w:val="20"/>
              </w:rPr>
            </w:pPr>
          </w:p>
        </w:tc>
      </w:tr>
      <w:tr w:rsidR="00B407CD" w14:paraId="1879A44C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4799B749" w14:textId="0D6B7289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AI</w:t>
            </w:r>
            <w:r w:rsidR="00C157B0">
              <w:rPr>
                <w:rFonts w:ascii="Verdana" w:hAnsi="Verdana"/>
                <w:sz w:val="20"/>
                <w:lang w:val="en-US"/>
              </w:rPr>
              <w:t>1</w:t>
            </w: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F193EC3" w14:textId="4E3CB945" w:rsidR="00B407CD" w:rsidRP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>WR-FFC Flat Flexible Cable 686708050001</w:t>
            </w:r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B407CD">
              <w:rPr>
                <w:rFonts w:ascii="Verdana" w:hAnsi="Verdana"/>
                <w:sz w:val="20"/>
                <w:lang w:val="en-US"/>
              </w:rPr>
              <w:t>Data Sheet</w:t>
            </w: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689B77A" w14:textId="4C3B6B79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>686708050001.pdf</w:t>
            </w: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5C5087E1" w14:textId="77777777" w:rsidR="00B407CD" w:rsidRPr="00B407CD" w:rsidRDefault="00B407CD" w:rsidP="00006CA8">
            <w:pPr>
              <w:rPr>
                <w:rFonts w:ascii="Verdana" w:hAnsi="Verdana"/>
                <w:sz w:val="20"/>
              </w:rPr>
            </w:pPr>
            <w:r w:rsidRPr="00B407CD">
              <w:rPr>
                <w:rFonts w:ascii="Verdana" w:hAnsi="Verdana"/>
                <w:sz w:val="20"/>
              </w:rPr>
              <w:t>001.002</w:t>
            </w:r>
          </w:p>
        </w:tc>
      </w:tr>
      <w:tr w:rsidR="00B407CD" w14:paraId="76AB8561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DA0BE1F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AAA5BD0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4912F61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70D35688" w14:textId="77777777" w:rsidR="00B407CD" w:rsidRDefault="00B407CD" w:rsidP="00006CA8">
            <w:pPr>
              <w:rPr>
                <w:rFonts w:ascii="Verdana" w:hAnsi="Verdana"/>
                <w:sz w:val="20"/>
              </w:rPr>
            </w:pPr>
          </w:p>
        </w:tc>
      </w:tr>
      <w:tr w:rsidR="00B407CD" w14:paraId="699AF6BE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D28E2AF" w14:textId="4FC1AFF0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AI</w:t>
            </w:r>
            <w:r w:rsidR="00C157B0">
              <w:rPr>
                <w:rFonts w:ascii="Verdana" w:hAnsi="Verdana"/>
                <w:sz w:val="20"/>
                <w:lang w:val="en-US"/>
              </w:rPr>
              <w:t>2</w:t>
            </w: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148D2493" w14:textId="290507C3" w:rsidR="00B407CD" w:rsidRP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 xml:space="preserve">WR-FFC Flat Flexible Cable </w:t>
            </w:r>
            <w:r w:rsidR="00DD3588" w:rsidRPr="0070408E">
              <w:rPr>
                <w:rFonts w:ascii="Verdana" w:hAnsi="Verdana"/>
                <w:sz w:val="20"/>
                <w:lang w:val="en-US"/>
              </w:rPr>
              <w:t>686706050001</w:t>
            </w:r>
            <w:r w:rsidRPr="00B407CD">
              <w:rPr>
                <w:rFonts w:ascii="Verdana" w:hAnsi="Verdana"/>
                <w:sz w:val="20"/>
                <w:lang w:val="en-US"/>
              </w:rPr>
              <w:t>Data Sheet</w:t>
            </w: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5C0DC72" w14:textId="05F95C8A" w:rsidR="00B407CD" w:rsidRDefault="00DD3588" w:rsidP="00006CA8">
            <w:pPr>
              <w:rPr>
                <w:rFonts w:ascii="Verdana" w:hAnsi="Verdana"/>
                <w:sz w:val="20"/>
                <w:lang w:val="en-US"/>
              </w:rPr>
            </w:pPr>
            <w:r w:rsidRPr="00DD3588">
              <w:rPr>
                <w:rFonts w:ascii="Verdana" w:hAnsi="Verdana"/>
                <w:sz w:val="20"/>
              </w:rPr>
              <w:t>686706050001</w:t>
            </w:r>
            <w:r w:rsidR="00B407CD" w:rsidRPr="00B407CD">
              <w:rPr>
                <w:rFonts w:ascii="Verdana" w:hAnsi="Verdana"/>
                <w:sz w:val="20"/>
                <w:lang w:val="en-US"/>
              </w:rPr>
              <w:t>.pdf</w:t>
            </w: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52D5A800" w14:textId="77777777" w:rsidR="00B407CD" w:rsidRPr="00B407CD" w:rsidRDefault="00B407CD" w:rsidP="00006CA8">
            <w:pPr>
              <w:rPr>
                <w:rFonts w:ascii="Verdana" w:hAnsi="Verdana"/>
                <w:sz w:val="20"/>
              </w:rPr>
            </w:pPr>
            <w:r w:rsidRPr="00B407CD">
              <w:rPr>
                <w:rFonts w:ascii="Verdana" w:hAnsi="Verdana"/>
                <w:sz w:val="20"/>
              </w:rPr>
              <w:t>001.002</w:t>
            </w:r>
          </w:p>
        </w:tc>
      </w:tr>
      <w:tr w:rsidR="00B407CD" w14:paraId="5E30B7D0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8F8C2B1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A52012D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704055F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04EE840" w14:textId="77777777" w:rsidR="00B407CD" w:rsidRDefault="00B407CD" w:rsidP="00006CA8">
            <w:pPr>
              <w:rPr>
                <w:rFonts w:ascii="Verdana" w:hAnsi="Verdana"/>
                <w:sz w:val="20"/>
              </w:rPr>
            </w:pPr>
          </w:p>
        </w:tc>
      </w:tr>
    </w:tbl>
    <w:p w14:paraId="38E28D41" w14:textId="6651C8BC" w:rsidR="007E7BDF" w:rsidRDefault="007E7BDF" w:rsidP="003A08DB"/>
    <w:p w14:paraId="1F2DFC1D" w14:textId="77777777" w:rsidR="00AB04E0" w:rsidRDefault="00AB04E0" w:rsidP="003A08DB"/>
    <w:p w14:paraId="2854D5BC" w14:textId="77777777" w:rsidR="00D75C96" w:rsidRDefault="00D75C96" w:rsidP="003A08DB"/>
    <w:p w14:paraId="69FC9EF5" w14:textId="77777777" w:rsidR="00AB04E0" w:rsidRDefault="00AB04E0" w:rsidP="003A08DB"/>
    <w:p w14:paraId="763B3835" w14:textId="77777777" w:rsidR="00AB04E0" w:rsidRDefault="00AB04E0" w:rsidP="003A08DB"/>
    <w:p w14:paraId="63737285" w14:textId="77777777" w:rsidR="00AB04E0" w:rsidRDefault="00AB04E0" w:rsidP="003A08DB"/>
    <w:p w14:paraId="3698EABE" w14:textId="77777777" w:rsidR="00AB04E0" w:rsidRDefault="00AB04E0" w:rsidP="003A08DB"/>
    <w:p w14:paraId="7F2E4136" w14:textId="77777777" w:rsidR="007E7BDF" w:rsidRDefault="007E7BDF" w:rsidP="007E7BDF">
      <w:pPr>
        <w:rPr>
          <w:rFonts w:ascii="Verdana" w:hAnsi="Verdana"/>
        </w:rPr>
      </w:pPr>
    </w:p>
    <w:p w14:paraId="2C88A8FB" w14:textId="52A0FBEA" w:rsidR="007E7BDF" w:rsidRPr="00892AB2" w:rsidRDefault="002B3A6D" w:rsidP="007E7BD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RED </w:t>
      </w:r>
      <w:proofErr w:type="spellStart"/>
      <w:r>
        <w:rPr>
          <w:rFonts w:ascii="Verdana" w:hAnsi="Verdana"/>
          <w:b/>
          <w:bCs/>
        </w:rPr>
        <w:t>certification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 w:rsidR="004E49F6">
        <w:rPr>
          <w:rFonts w:ascii="Verdana" w:hAnsi="Verdana"/>
          <w:b/>
          <w:bCs/>
        </w:rPr>
        <w:t xml:space="preserve"> (</w:t>
      </w:r>
      <w:proofErr w:type="spellStart"/>
      <w:r>
        <w:rPr>
          <w:rFonts w:ascii="Verdana" w:hAnsi="Verdana"/>
          <w:b/>
          <w:bCs/>
        </w:rPr>
        <w:t>ongoing</w:t>
      </w:r>
      <w:proofErr w:type="spellEnd"/>
      <w:r w:rsidR="004E49F6">
        <w:rPr>
          <w:rFonts w:ascii="Verdana" w:hAnsi="Verdana"/>
          <w:b/>
          <w:bCs/>
        </w:rPr>
        <w:t>)</w:t>
      </w:r>
    </w:p>
    <w:p w14:paraId="11C78279" w14:textId="77777777" w:rsidR="007E7BDF" w:rsidRDefault="007E7BDF" w:rsidP="007E7BDF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379"/>
        <w:gridCol w:w="3956"/>
        <w:gridCol w:w="801"/>
      </w:tblGrid>
      <w:tr w:rsidR="007E7BDF" w14:paraId="32C8FB42" w14:textId="77777777" w:rsidTr="00AA1F2A">
        <w:trPr>
          <w:tblHeader/>
        </w:trPr>
        <w:tc>
          <w:tcPr>
            <w:tcW w:w="646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DE514E7" w14:textId="6A04D8E5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</w:t>
            </w:r>
            <w:r w:rsidR="001E3DDF">
              <w:rPr>
                <w:rFonts w:ascii="Verdana" w:hAnsi="Verdana"/>
                <w:b/>
                <w:bCs/>
                <w:sz w:val="20"/>
              </w:rPr>
              <w:t>L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485FBD8E" w14:textId="77777777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400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1BF7D00C" w14:textId="77777777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708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  <w:hideMark/>
          </w:tcPr>
          <w:p w14:paraId="0CF51F93" w14:textId="21F53D0E" w:rsidR="007E7BDF" w:rsidRDefault="00C6012C" w:rsidP="00043C9C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7E7BDF" w14:paraId="45D31494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35BD6EF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551855C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337601E6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133A879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7E7BDF" w14:paraId="32A2D3E8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DC95DD0" w14:textId="7E8AE531" w:rsidR="007E7BDF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AL1</w:t>
            </w: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120CB8E" w14:textId="1897D96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22DDC02" w14:textId="04ED245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45DEEE6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7E7BDF" w14:paraId="2EDB3EC2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BA849C4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222BFEA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3A295A6F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F7F39DA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E034D6" w14:paraId="346D5BEA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BAB39F5" w14:textId="73ABCB74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AL2 </w:t>
            </w: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2DB17B0" w14:textId="72972139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A2890CE" w14:textId="147BF5F3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1480ED2" w14:textId="77777777" w:rsidR="00E034D6" w:rsidRDefault="00E034D6" w:rsidP="00043C9C">
            <w:pPr>
              <w:rPr>
                <w:rFonts w:ascii="Verdana" w:hAnsi="Verdana"/>
                <w:sz w:val="20"/>
              </w:rPr>
            </w:pPr>
          </w:p>
        </w:tc>
      </w:tr>
      <w:tr w:rsidR="00E034D6" w14:paraId="612FA034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9E9AEE4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4E747C8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7B98D51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746EFEBD" w14:textId="77777777" w:rsidR="00E034D6" w:rsidRDefault="00E034D6" w:rsidP="00043C9C">
            <w:pPr>
              <w:rPr>
                <w:rFonts w:ascii="Verdana" w:hAnsi="Verdana"/>
                <w:sz w:val="20"/>
              </w:rPr>
            </w:pPr>
          </w:p>
        </w:tc>
      </w:tr>
    </w:tbl>
    <w:p w14:paraId="13CB45CE" w14:textId="77777777" w:rsidR="007E5E96" w:rsidRDefault="007E5E96" w:rsidP="003A08DB"/>
    <w:p w14:paraId="7841AE06" w14:textId="77777777" w:rsidR="00E419BA" w:rsidRDefault="00E419BA" w:rsidP="003A08DB"/>
    <w:p w14:paraId="0ABE133F" w14:textId="77777777" w:rsidR="00E419BA" w:rsidRDefault="00E419BA" w:rsidP="003A08DB"/>
    <w:p w14:paraId="69458D31" w14:textId="3B586F5B" w:rsidR="001E3DDF" w:rsidRPr="00892AB2" w:rsidRDefault="001E3DDF" w:rsidP="001E3DD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FCC</w:t>
      </w:r>
      <w:r w:rsidR="004E49F6">
        <w:rPr>
          <w:rFonts w:ascii="Verdana" w:hAnsi="Verdana"/>
          <w:b/>
          <w:bCs/>
        </w:rPr>
        <w:t xml:space="preserve"> </w:t>
      </w:r>
      <w:proofErr w:type="spellStart"/>
      <w:r w:rsidR="002B3A6D">
        <w:rPr>
          <w:rFonts w:ascii="Verdana" w:hAnsi="Verdana"/>
          <w:b/>
          <w:bCs/>
        </w:rPr>
        <w:t>certification</w:t>
      </w:r>
      <w:proofErr w:type="spellEnd"/>
      <w:r w:rsidR="002B3A6D">
        <w:rPr>
          <w:rFonts w:ascii="Verdana" w:hAnsi="Verdana"/>
          <w:b/>
          <w:bCs/>
        </w:rPr>
        <w:t xml:space="preserve"> </w:t>
      </w:r>
      <w:proofErr w:type="spellStart"/>
      <w:r w:rsidR="002B3A6D">
        <w:rPr>
          <w:rFonts w:ascii="Verdana" w:hAnsi="Verdana"/>
          <w:b/>
          <w:bCs/>
        </w:rPr>
        <w:t>documents</w:t>
      </w:r>
      <w:proofErr w:type="spellEnd"/>
      <w:r w:rsidR="002B3A6D">
        <w:rPr>
          <w:rFonts w:ascii="Verdana" w:hAnsi="Verdana"/>
          <w:b/>
          <w:bCs/>
        </w:rPr>
        <w:t xml:space="preserve"> </w:t>
      </w:r>
      <w:r w:rsidR="004E49F6">
        <w:rPr>
          <w:rFonts w:ascii="Verdana" w:hAnsi="Verdana"/>
          <w:b/>
          <w:bCs/>
        </w:rPr>
        <w:t>(</w:t>
      </w:r>
      <w:proofErr w:type="spellStart"/>
      <w:r w:rsidR="002B3A6D">
        <w:rPr>
          <w:rFonts w:ascii="Verdana" w:hAnsi="Verdana"/>
          <w:b/>
          <w:bCs/>
        </w:rPr>
        <w:t>ongoing</w:t>
      </w:r>
      <w:proofErr w:type="spellEnd"/>
      <w:r w:rsidR="004E49F6">
        <w:rPr>
          <w:rFonts w:ascii="Verdana" w:hAnsi="Verdana"/>
          <w:b/>
          <w:bCs/>
        </w:rPr>
        <w:t>)</w:t>
      </w:r>
    </w:p>
    <w:p w14:paraId="2C467EB9" w14:textId="77777777" w:rsidR="001E3DDF" w:rsidRDefault="001E3DDF" w:rsidP="001E3DDF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379"/>
        <w:gridCol w:w="3956"/>
        <w:gridCol w:w="801"/>
      </w:tblGrid>
      <w:tr w:rsidR="001E3DDF" w14:paraId="7B6329C1" w14:textId="77777777" w:rsidTr="00AA1F2A">
        <w:trPr>
          <w:tblHeader/>
        </w:trPr>
        <w:tc>
          <w:tcPr>
            <w:tcW w:w="64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7784498" w14:textId="3C281C03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AM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4BEC3656" w14:textId="77777777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956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3FED6725" w14:textId="77777777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  <w:hideMark/>
          </w:tcPr>
          <w:p w14:paraId="119AD17C" w14:textId="60BBB4CE" w:rsidR="001E3DDF" w:rsidRDefault="00C6012C" w:rsidP="0014037D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1E3DDF" w14:paraId="772C31F3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645DBA8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1089053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095A742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283E400E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1E3DDF" w14:paraId="35247ABA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5852173" w14:textId="3858305C" w:rsidR="001E3DDF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AM1</w:t>
            </w: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F612175" w14:textId="138D53C4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C4D2F8B" w14:textId="4AB4C243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8259726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1E3DDF" w14:paraId="3FA432AF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384F6F4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F02D020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9F71B2B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7D9F54C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E034D6" w14:paraId="33930F08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0EE84FB" w14:textId="361E96D4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AM2</w:t>
            </w: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970463B" w14:textId="5871F630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3433659" w14:textId="2FD34E5C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2488EA59" w14:textId="77777777" w:rsidR="00E034D6" w:rsidRDefault="00E034D6" w:rsidP="0014037D">
            <w:pPr>
              <w:rPr>
                <w:rFonts w:ascii="Verdana" w:hAnsi="Verdana"/>
                <w:sz w:val="20"/>
              </w:rPr>
            </w:pPr>
          </w:p>
        </w:tc>
      </w:tr>
      <w:tr w:rsidR="00E034D6" w14:paraId="26013911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809249E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1CEA619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FC71215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30D72FE" w14:textId="77777777" w:rsidR="00E034D6" w:rsidRDefault="00E034D6" w:rsidP="0014037D">
            <w:pPr>
              <w:rPr>
                <w:rFonts w:ascii="Verdana" w:hAnsi="Verdana"/>
                <w:sz w:val="20"/>
              </w:rPr>
            </w:pPr>
          </w:p>
        </w:tc>
      </w:tr>
      <w:bookmarkEnd w:id="0"/>
    </w:tbl>
    <w:p w14:paraId="71ACB630" w14:textId="0B356F00" w:rsidR="00674DDC" w:rsidRDefault="00674DDC" w:rsidP="009431D6">
      <w:pPr>
        <w:pStyle w:val="Titolo1"/>
        <w:numPr>
          <w:ilvl w:val="0"/>
          <w:numId w:val="0"/>
        </w:numPr>
        <w:ind w:left="431"/>
      </w:pPr>
    </w:p>
    <w:p w14:paraId="165D6092" w14:textId="77777777" w:rsidR="00D24A97" w:rsidRDefault="00D24A97" w:rsidP="00D24A97"/>
    <w:p w14:paraId="3790E0DC" w14:textId="77777777" w:rsidR="00D24A97" w:rsidRDefault="00D24A97" w:rsidP="00D24A97"/>
    <w:p w14:paraId="60630365" w14:textId="16D71521" w:rsidR="002B3A6D" w:rsidRPr="00892AB2" w:rsidRDefault="002B3A6D" w:rsidP="002B3A6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UL </w:t>
      </w:r>
      <w:proofErr w:type="spellStart"/>
      <w:r>
        <w:rPr>
          <w:rFonts w:ascii="Verdana" w:hAnsi="Verdana"/>
          <w:b/>
          <w:bCs/>
        </w:rPr>
        <w:t>certification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>
        <w:rPr>
          <w:rFonts w:ascii="Verdana" w:hAnsi="Verdana"/>
          <w:b/>
          <w:bCs/>
        </w:rPr>
        <w:t xml:space="preserve"> (</w:t>
      </w:r>
      <w:proofErr w:type="spellStart"/>
      <w:r>
        <w:rPr>
          <w:rFonts w:ascii="Verdana" w:hAnsi="Verdana"/>
          <w:b/>
          <w:bCs/>
        </w:rPr>
        <w:t>ongoing</w:t>
      </w:r>
      <w:proofErr w:type="spellEnd"/>
      <w:r>
        <w:rPr>
          <w:rFonts w:ascii="Verdana" w:hAnsi="Verdana"/>
          <w:b/>
          <w:bCs/>
        </w:rPr>
        <w:t>)</w:t>
      </w:r>
    </w:p>
    <w:p w14:paraId="7C14CD1B" w14:textId="77777777" w:rsidR="00D24A97" w:rsidRDefault="00D24A97" w:rsidP="00D24A97"/>
    <w:p w14:paraId="324A3AB3" w14:textId="66795C33" w:rsidR="00D24A97" w:rsidRDefault="00D24A97" w:rsidP="00D24A97"/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4059"/>
        <w:gridCol w:w="4354"/>
        <w:gridCol w:w="801"/>
      </w:tblGrid>
      <w:tr w:rsidR="00D24A97" w:rsidRPr="00064115" w14:paraId="5DCC6066" w14:textId="77777777" w:rsidTr="00AA1F2A">
        <w:trPr>
          <w:tblHeader/>
        </w:trPr>
        <w:tc>
          <w:tcPr>
            <w:tcW w:w="566" w:type="dxa"/>
            <w:shd w:val="clear" w:color="auto" w:fill="F2F2F2" w:themeFill="background1" w:themeFillShade="F2"/>
          </w:tcPr>
          <w:p w14:paraId="6C1B9AE6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AD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7A124FFA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Descrizione documento</w:t>
            </w:r>
          </w:p>
        </w:tc>
        <w:tc>
          <w:tcPr>
            <w:tcW w:w="4354" w:type="dxa"/>
            <w:shd w:val="clear" w:color="auto" w:fill="F2F2F2" w:themeFill="background1" w:themeFillShade="F2"/>
          </w:tcPr>
          <w:p w14:paraId="2B9335B7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</w:p>
        </w:tc>
        <w:tc>
          <w:tcPr>
            <w:tcW w:w="801" w:type="dxa"/>
            <w:shd w:val="clear" w:color="auto" w:fill="F2F2F2" w:themeFill="background1" w:themeFillShade="F2"/>
          </w:tcPr>
          <w:p w14:paraId="498065C0" w14:textId="3811078C" w:rsidR="00D24A97" w:rsidRPr="00064115" w:rsidRDefault="00C6012C" w:rsidP="00FD1266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D24A97" w14:paraId="089C9A10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049B073E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4A71955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027BE156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65805DD5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24A97" w:rsidRPr="00064115" w14:paraId="2F5C0413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ACF0E95" w14:textId="77777777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AD1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746F61DD" w14:textId="10DB929B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700A3F50" w14:textId="7271BFE4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542BCCC8" w14:textId="54524018" w:rsidR="00D24A97" w:rsidRPr="00064115" w:rsidRDefault="00D24A97" w:rsidP="00FD1266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24A97" w14:paraId="7340B386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8152A8F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5F0EB219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51D3568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33AC4786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24A97" w:rsidRPr="00064115" w14:paraId="5C8F1906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1433FF56" w14:textId="77777777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AD</w:t>
            </w:r>
            <w:r>
              <w:rPr>
                <w:rFonts w:ascii="Verdana" w:hAnsi="Verdana"/>
                <w:color w:val="auto"/>
                <w:sz w:val="20"/>
              </w:rPr>
              <w:t>2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29D75033" w14:textId="6B345E1F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442C72B8" w14:textId="10D2347D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7839CD8A" w14:textId="5293F2B0" w:rsidR="00D24A97" w:rsidRPr="00064115" w:rsidRDefault="00D24A97" w:rsidP="00FD1266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24A97" w14:paraId="197E5039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8BFD89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72E5EC47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79A659B3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7DCC163E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675968F0" w14:textId="77777777" w:rsidR="00D24A97" w:rsidRPr="00D24A97" w:rsidRDefault="00D24A97" w:rsidP="00D24A97"/>
    <w:sectPr w:rsidR="00D24A97" w:rsidRPr="00D24A97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78A60" w14:textId="77777777" w:rsidR="00B8310F" w:rsidRDefault="00B8310F" w:rsidP="003C24E1">
      <w:r>
        <w:separator/>
      </w:r>
    </w:p>
  </w:endnote>
  <w:endnote w:type="continuationSeparator" w:id="0">
    <w:p w14:paraId="0AE8C5A3" w14:textId="77777777" w:rsidR="00B8310F" w:rsidRDefault="00B8310F" w:rsidP="003C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4C678F" w14:paraId="2BB367FE" w14:textId="77777777" w:rsidTr="003A08DB">
      <w:trPr>
        <w:jc w:val="center"/>
      </w:trPr>
      <w:tc>
        <w:tcPr>
          <w:tcW w:w="1666" w:type="pct"/>
          <w:vAlign w:val="center"/>
        </w:tcPr>
        <w:p w14:paraId="47387E55" w14:textId="2C9FA12A" w:rsidR="004C678F" w:rsidRDefault="00674DDC" w:rsidP="003A08DB">
          <w:pPr>
            <w:spacing w:before="120" w:after="120"/>
          </w:pPr>
          <w:r>
            <w:t>PRG_2</w:t>
          </w:r>
          <w:r w:rsidR="005200FD">
            <w:t>2</w:t>
          </w:r>
          <w:r>
            <w:t>-</w:t>
          </w:r>
          <w:r w:rsidR="005200FD">
            <w:t>14</w:t>
          </w:r>
        </w:p>
      </w:tc>
      <w:tc>
        <w:tcPr>
          <w:tcW w:w="1666" w:type="pct"/>
          <w:vAlign w:val="center"/>
        </w:tcPr>
        <w:p w14:paraId="5D5369FB" w14:textId="074B8088" w:rsidR="004C678F" w:rsidRDefault="00674DDC" w:rsidP="003A08DB">
          <w:pPr>
            <w:spacing w:before="120" w:after="120"/>
            <w:jc w:val="center"/>
          </w:pPr>
          <w:r>
            <w:t>USO INTERNO</w:t>
          </w:r>
        </w:p>
      </w:tc>
      <w:tc>
        <w:tcPr>
          <w:tcW w:w="1667" w:type="pct"/>
          <w:vAlign w:val="center"/>
        </w:tcPr>
        <w:p w14:paraId="6415999F" w14:textId="77777777" w:rsidR="004C678F" w:rsidRDefault="004C678F" w:rsidP="003A08DB">
          <w:pPr>
            <w:spacing w:before="120" w:after="120"/>
            <w:jc w:val="right"/>
          </w:pPr>
          <w:r>
            <w:t xml:space="preserve">Pag.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</w:t>
          </w:r>
          <w:r w:rsidR="00C64AC8">
            <w:t>/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1CA93F16" w14:textId="77777777" w:rsidR="004374A9" w:rsidRDefault="004374A9" w:rsidP="003A08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AF3DF" w14:textId="77777777" w:rsidR="00B8310F" w:rsidRDefault="00B8310F" w:rsidP="003C24E1">
      <w:r>
        <w:separator/>
      </w:r>
    </w:p>
  </w:footnote>
  <w:footnote w:type="continuationSeparator" w:id="0">
    <w:p w14:paraId="1C0CF280" w14:textId="77777777" w:rsidR="00B8310F" w:rsidRDefault="00B8310F" w:rsidP="003C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2407"/>
      <w:gridCol w:w="2690"/>
      <w:gridCol w:w="2124"/>
      <w:gridCol w:w="2407"/>
    </w:tblGrid>
    <w:tr w:rsidR="00EB3D17" w14:paraId="571B7E8B" w14:textId="77777777" w:rsidTr="004A4860">
      <w:trPr>
        <w:jc w:val="center"/>
      </w:trPr>
      <w:tc>
        <w:tcPr>
          <w:tcW w:w="1250" w:type="pct"/>
          <w:vAlign w:val="center"/>
        </w:tcPr>
        <w:p w14:paraId="1F9619A1" w14:textId="2060AD86" w:rsidR="000758A9" w:rsidRPr="005259FB" w:rsidRDefault="00C748AC" w:rsidP="005259FB">
          <w:pPr>
            <w:spacing w:before="120" w:after="120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35F8E9B0" wp14:editId="6C9EBD7E">
                <wp:extent cx="1350000" cy="360000"/>
                <wp:effectExtent l="0" t="0" r="3175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7" w:type="pct"/>
          <w:vAlign w:val="center"/>
        </w:tcPr>
        <w:p w14:paraId="5C61FB8B" w14:textId="77777777" w:rsidR="00EB3D17" w:rsidRPr="0070408E" w:rsidRDefault="00EB3D17" w:rsidP="005259FB">
          <w:pPr>
            <w:spacing w:before="120" w:after="120"/>
            <w:rPr>
              <w:sz w:val="18"/>
              <w:szCs w:val="18"/>
              <w:lang w:val="en-US"/>
            </w:rPr>
          </w:pPr>
          <w:r w:rsidRPr="0070408E">
            <w:rPr>
              <w:sz w:val="18"/>
              <w:szCs w:val="18"/>
              <w:lang w:val="en-US"/>
            </w:rPr>
            <w:t>DOCUMENTO:</w:t>
          </w:r>
        </w:p>
        <w:p w14:paraId="35FBFD55" w14:textId="71A2336C" w:rsidR="000758A9" w:rsidRPr="0070408E" w:rsidRDefault="00A81B61" w:rsidP="005259FB">
          <w:pPr>
            <w:spacing w:before="120" w:after="120"/>
            <w:rPr>
              <w:b/>
              <w:bCs/>
              <w:sz w:val="18"/>
              <w:szCs w:val="18"/>
              <w:lang w:val="en-US"/>
            </w:rPr>
          </w:pPr>
          <w:r>
            <w:rPr>
              <w:b/>
              <w:bCs/>
              <w:sz w:val="18"/>
              <w:szCs w:val="18"/>
              <w:lang w:val="en-US"/>
            </w:rPr>
            <w:fldChar w:fldCharType="begin"/>
          </w:r>
          <w:r>
            <w:rPr>
              <w:b/>
              <w:bCs/>
              <w:sz w:val="18"/>
              <w:szCs w:val="18"/>
              <w:lang w:val="en-US"/>
            </w:rPr>
            <w:instrText xml:space="preserve"> FILENAME \* MERGEFORMAT </w:instrText>
          </w:r>
          <w:r>
            <w:rPr>
              <w:b/>
              <w:bCs/>
              <w:sz w:val="18"/>
              <w:szCs w:val="18"/>
              <w:lang w:val="en-US"/>
            </w:rPr>
            <w:fldChar w:fldCharType="separate"/>
          </w:r>
          <w:r w:rsidR="00F4688E">
            <w:rPr>
              <w:b/>
              <w:bCs/>
              <w:noProof/>
              <w:sz w:val="18"/>
              <w:szCs w:val="18"/>
              <w:lang w:val="en-US"/>
            </w:rPr>
            <w:t>AB - Leuze_HF_Basic_IOLINK - index TCF_03.docx</w:t>
          </w:r>
          <w:r>
            <w:rPr>
              <w:b/>
              <w:bCs/>
              <w:sz w:val="18"/>
              <w:szCs w:val="18"/>
              <w:lang w:val="en-US"/>
            </w:rPr>
            <w:fldChar w:fldCharType="end"/>
          </w:r>
        </w:p>
      </w:tc>
      <w:tc>
        <w:tcPr>
          <w:tcW w:w="1103" w:type="pct"/>
          <w:vAlign w:val="center"/>
        </w:tcPr>
        <w:p w14:paraId="1F3266B2" w14:textId="77777777" w:rsidR="004374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DATA</w:t>
          </w:r>
          <w:r w:rsidR="004374A9" w:rsidRPr="005259FB">
            <w:rPr>
              <w:sz w:val="18"/>
              <w:szCs w:val="18"/>
            </w:rPr>
            <w:t>:</w:t>
          </w:r>
        </w:p>
        <w:p w14:paraId="6B9A72B5" w14:textId="42524E7F" w:rsidR="005200FD" w:rsidRPr="005259FB" w:rsidRDefault="004A4860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2</w:t>
          </w:r>
          <w:r w:rsidR="00F4688E">
            <w:rPr>
              <w:b/>
              <w:bCs/>
              <w:sz w:val="18"/>
              <w:szCs w:val="18"/>
            </w:rPr>
            <w:t>7</w:t>
          </w:r>
          <w:r w:rsidR="00674DDC">
            <w:rPr>
              <w:b/>
              <w:bCs/>
              <w:sz w:val="18"/>
              <w:szCs w:val="18"/>
            </w:rPr>
            <w:t>/</w:t>
          </w:r>
          <w:r w:rsidR="005200FD">
            <w:rPr>
              <w:b/>
              <w:bCs/>
              <w:sz w:val="18"/>
              <w:szCs w:val="18"/>
            </w:rPr>
            <w:t>0</w:t>
          </w:r>
          <w:r w:rsidR="00F4688E">
            <w:rPr>
              <w:b/>
              <w:bCs/>
              <w:sz w:val="18"/>
              <w:szCs w:val="18"/>
            </w:rPr>
            <w:t>6</w:t>
          </w:r>
          <w:r w:rsidR="00674DDC">
            <w:rPr>
              <w:b/>
              <w:bCs/>
              <w:sz w:val="18"/>
              <w:szCs w:val="18"/>
            </w:rPr>
            <w:t>/202</w:t>
          </w:r>
          <w:r w:rsidR="00A81B61">
            <w:rPr>
              <w:b/>
              <w:bCs/>
              <w:sz w:val="18"/>
              <w:szCs w:val="18"/>
            </w:rPr>
            <w:t>5</w:t>
          </w:r>
        </w:p>
      </w:tc>
      <w:tc>
        <w:tcPr>
          <w:tcW w:w="1250" w:type="pct"/>
          <w:vAlign w:val="center"/>
        </w:tcPr>
        <w:p w14:paraId="1F2F84DD" w14:textId="77777777" w:rsidR="000758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VERSIONE</w:t>
          </w:r>
          <w:r w:rsidR="000758A9" w:rsidRPr="005259FB">
            <w:rPr>
              <w:sz w:val="18"/>
              <w:szCs w:val="18"/>
            </w:rPr>
            <w:t>:</w:t>
          </w:r>
        </w:p>
        <w:p w14:paraId="7D08D68B" w14:textId="399EA0C7" w:rsidR="004A4860" w:rsidRPr="005259FB" w:rsidRDefault="000758A9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 w:rsidRPr="005259FB">
            <w:rPr>
              <w:b/>
              <w:bCs/>
              <w:sz w:val="18"/>
              <w:szCs w:val="18"/>
            </w:rPr>
            <w:t>0</w:t>
          </w:r>
          <w:r w:rsidR="00F4688E">
            <w:rPr>
              <w:b/>
              <w:bCs/>
              <w:sz w:val="18"/>
              <w:szCs w:val="18"/>
            </w:rPr>
            <w:t>3</w:t>
          </w:r>
        </w:p>
      </w:tc>
    </w:tr>
  </w:tbl>
  <w:p w14:paraId="54D271A3" w14:textId="77777777" w:rsidR="003C24E1" w:rsidRPr="000758A9" w:rsidRDefault="003C24E1" w:rsidP="000758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178B"/>
    <w:multiLevelType w:val="hybridMultilevel"/>
    <w:tmpl w:val="C3E6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22581"/>
    <w:multiLevelType w:val="hybridMultilevel"/>
    <w:tmpl w:val="F8428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E5502"/>
    <w:multiLevelType w:val="hybridMultilevel"/>
    <w:tmpl w:val="0C14D9D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83C038F"/>
    <w:multiLevelType w:val="hybridMultilevel"/>
    <w:tmpl w:val="7EC26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55302"/>
    <w:multiLevelType w:val="hybridMultilevel"/>
    <w:tmpl w:val="836C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742CC"/>
    <w:multiLevelType w:val="hybridMultilevel"/>
    <w:tmpl w:val="AFD40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03A1F"/>
    <w:multiLevelType w:val="multilevel"/>
    <w:tmpl w:val="9F562B3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DC20DBC"/>
    <w:multiLevelType w:val="hybridMultilevel"/>
    <w:tmpl w:val="1F52F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550058">
    <w:abstractNumId w:val="2"/>
  </w:num>
  <w:num w:numId="2" w16cid:durableId="510603653">
    <w:abstractNumId w:val="7"/>
  </w:num>
  <w:num w:numId="3" w16cid:durableId="76244201">
    <w:abstractNumId w:val="0"/>
  </w:num>
  <w:num w:numId="4" w16cid:durableId="238636074">
    <w:abstractNumId w:val="5"/>
  </w:num>
  <w:num w:numId="5" w16cid:durableId="1900968752">
    <w:abstractNumId w:val="3"/>
  </w:num>
  <w:num w:numId="6" w16cid:durableId="2039428480">
    <w:abstractNumId w:val="1"/>
  </w:num>
  <w:num w:numId="7" w16cid:durableId="607584897">
    <w:abstractNumId w:val="4"/>
  </w:num>
  <w:num w:numId="8" w16cid:durableId="472605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AC"/>
    <w:rsid w:val="00041257"/>
    <w:rsid w:val="00044623"/>
    <w:rsid w:val="00046659"/>
    <w:rsid w:val="00064115"/>
    <w:rsid w:val="000758A9"/>
    <w:rsid w:val="0009568B"/>
    <w:rsid w:val="00096850"/>
    <w:rsid w:val="000D0EF2"/>
    <w:rsid w:val="000D53B7"/>
    <w:rsid w:val="000E0F83"/>
    <w:rsid w:val="000E2A18"/>
    <w:rsid w:val="000F0F39"/>
    <w:rsid w:val="000F1F11"/>
    <w:rsid w:val="0010237C"/>
    <w:rsid w:val="0010642A"/>
    <w:rsid w:val="00120992"/>
    <w:rsid w:val="001635A1"/>
    <w:rsid w:val="001649AF"/>
    <w:rsid w:val="00174061"/>
    <w:rsid w:val="001861E8"/>
    <w:rsid w:val="001E0568"/>
    <w:rsid w:val="001E32C3"/>
    <w:rsid w:val="001E3DDF"/>
    <w:rsid w:val="001F557B"/>
    <w:rsid w:val="00201915"/>
    <w:rsid w:val="00201D6A"/>
    <w:rsid w:val="0020235B"/>
    <w:rsid w:val="00223A5B"/>
    <w:rsid w:val="00242DFF"/>
    <w:rsid w:val="0026043E"/>
    <w:rsid w:val="00263DF5"/>
    <w:rsid w:val="00275FA0"/>
    <w:rsid w:val="00280629"/>
    <w:rsid w:val="00284AD9"/>
    <w:rsid w:val="00285AAD"/>
    <w:rsid w:val="00290698"/>
    <w:rsid w:val="0029520C"/>
    <w:rsid w:val="002B065F"/>
    <w:rsid w:val="002B3A6D"/>
    <w:rsid w:val="002B5716"/>
    <w:rsid w:val="002F76DB"/>
    <w:rsid w:val="00304111"/>
    <w:rsid w:val="00310E1A"/>
    <w:rsid w:val="00331179"/>
    <w:rsid w:val="00345FF1"/>
    <w:rsid w:val="00352EFC"/>
    <w:rsid w:val="00356D5B"/>
    <w:rsid w:val="0036029B"/>
    <w:rsid w:val="003631EC"/>
    <w:rsid w:val="0039128F"/>
    <w:rsid w:val="00392685"/>
    <w:rsid w:val="00393BCA"/>
    <w:rsid w:val="00396B6A"/>
    <w:rsid w:val="003A08DB"/>
    <w:rsid w:val="003A2BC8"/>
    <w:rsid w:val="003A5AB3"/>
    <w:rsid w:val="003B1B20"/>
    <w:rsid w:val="003B3141"/>
    <w:rsid w:val="003B4085"/>
    <w:rsid w:val="003C24E1"/>
    <w:rsid w:val="003C283A"/>
    <w:rsid w:val="003C3439"/>
    <w:rsid w:val="003C6540"/>
    <w:rsid w:val="003E5103"/>
    <w:rsid w:val="003F11F5"/>
    <w:rsid w:val="003F416B"/>
    <w:rsid w:val="00414CBC"/>
    <w:rsid w:val="00417A09"/>
    <w:rsid w:val="004374A9"/>
    <w:rsid w:val="0044231A"/>
    <w:rsid w:val="004504B2"/>
    <w:rsid w:val="00455091"/>
    <w:rsid w:val="00471334"/>
    <w:rsid w:val="00471E8A"/>
    <w:rsid w:val="0047408E"/>
    <w:rsid w:val="00491CB6"/>
    <w:rsid w:val="004A4860"/>
    <w:rsid w:val="004A5943"/>
    <w:rsid w:val="004C678F"/>
    <w:rsid w:val="004D0ABF"/>
    <w:rsid w:val="004E49F6"/>
    <w:rsid w:val="004F130C"/>
    <w:rsid w:val="004F377D"/>
    <w:rsid w:val="00510FAF"/>
    <w:rsid w:val="005200FD"/>
    <w:rsid w:val="00522122"/>
    <w:rsid w:val="005259FB"/>
    <w:rsid w:val="00543447"/>
    <w:rsid w:val="00547B81"/>
    <w:rsid w:val="00551B47"/>
    <w:rsid w:val="00553100"/>
    <w:rsid w:val="00564100"/>
    <w:rsid w:val="00583B6C"/>
    <w:rsid w:val="00594161"/>
    <w:rsid w:val="005A3C8F"/>
    <w:rsid w:val="005A484A"/>
    <w:rsid w:val="005A781F"/>
    <w:rsid w:val="005B2A0D"/>
    <w:rsid w:val="005B3FE4"/>
    <w:rsid w:val="005F2BFF"/>
    <w:rsid w:val="005F3141"/>
    <w:rsid w:val="00615628"/>
    <w:rsid w:val="0062262C"/>
    <w:rsid w:val="00625090"/>
    <w:rsid w:val="00635138"/>
    <w:rsid w:val="00637B55"/>
    <w:rsid w:val="006429A1"/>
    <w:rsid w:val="0064458D"/>
    <w:rsid w:val="006543EA"/>
    <w:rsid w:val="00670A3F"/>
    <w:rsid w:val="006720DA"/>
    <w:rsid w:val="00673890"/>
    <w:rsid w:val="00674DDC"/>
    <w:rsid w:val="006778A0"/>
    <w:rsid w:val="00681057"/>
    <w:rsid w:val="00692114"/>
    <w:rsid w:val="006C4421"/>
    <w:rsid w:val="006D3606"/>
    <w:rsid w:val="006E6878"/>
    <w:rsid w:val="006F2584"/>
    <w:rsid w:val="0070328E"/>
    <w:rsid w:val="0070408E"/>
    <w:rsid w:val="007177AB"/>
    <w:rsid w:val="00717AA9"/>
    <w:rsid w:val="00722CAD"/>
    <w:rsid w:val="007263E9"/>
    <w:rsid w:val="00733E26"/>
    <w:rsid w:val="00746752"/>
    <w:rsid w:val="00750137"/>
    <w:rsid w:val="007540A5"/>
    <w:rsid w:val="007650E4"/>
    <w:rsid w:val="00765C8A"/>
    <w:rsid w:val="00793FAF"/>
    <w:rsid w:val="007B1E0B"/>
    <w:rsid w:val="007C0DCD"/>
    <w:rsid w:val="007E4E03"/>
    <w:rsid w:val="007E5E96"/>
    <w:rsid w:val="007E7BDF"/>
    <w:rsid w:val="007F6002"/>
    <w:rsid w:val="0081480D"/>
    <w:rsid w:val="0081618C"/>
    <w:rsid w:val="008231FF"/>
    <w:rsid w:val="0084088C"/>
    <w:rsid w:val="00843F1F"/>
    <w:rsid w:val="00847D37"/>
    <w:rsid w:val="008536A4"/>
    <w:rsid w:val="008637EA"/>
    <w:rsid w:val="008713A8"/>
    <w:rsid w:val="008730F3"/>
    <w:rsid w:val="00886BB4"/>
    <w:rsid w:val="008B0113"/>
    <w:rsid w:val="008C0CE5"/>
    <w:rsid w:val="008C3126"/>
    <w:rsid w:val="008D6A50"/>
    <w:rsid w:val="008E1DF1"/>
    <w:rsid w:val="008E4E08"/>
    <w:rsid w:val="008E62ED"/>
    <w:rsid w:val="00907F53"/>
    <w:rsid w:val="0092458C"/>
    <w:rsid w:val="00924B55"/>
    <w:rsid w:val="00927FD4"/>
    <w:rsid w:val="009431D6"/>
    <w:rsid w:val="00943A92"/>
    <w:rsid w:val="0095437F"/>
    <w:rsid w:val="00967833"/>
    <w:rsid w:val="009719B8"/>
    <w:rsid w:val="00984AAA"/>
    <w:rsid w:val="00990E6A"/>
    <w:rsid w:val="00995340"/>
    <w:rsid w:val="009C1526"/>
    <w:rsid w:val="009D0A28"/>
    <w:rsid w:val="009E1E93"/>
    <w:rsid w:val="009E6E9E"/>
    <w:rsid w:val="009F4C6B"/>
    <w:rsid w:val="00A0288F"/>
    <w:rsid w:val="00A13DEF"/>
    <w:rsid w:val="00A15903"/>
    <w:rsid w:val="00A30730"/>
    <w:rsid w:val="00A31747"/>
    <w:rsid w:val="00A4280A"/>
    <w:rsid w:val="00A4493D"/>
    <w:rsid w:val="00A451D8"/>
    <w:rsid w:val="00A50B9A"/>
    <w:rsid w:val="00A54E14"/>
    <w:rsid w:val="00A752CF"/>
    <w:rsid w:val="00A75453"/>
    <w:rsid w:val="00A81B61"/>
    <w:rsid w:val="00A843D4"/>
    <w:rsid w:val="00A85ACD"/>
    <w:rsid w:val="00A90A9D"/>
    <w:rsid w:val="00AA1F2A"/>
    <w:rsid w:val="00AA2406"/>
    <w:rsid w:val="00AA563A"/>
    <w:rsid w:val="00AB04E0"/>
    <w:rsid w:val="00AB1431"/>
    <w:rsid w:val="00AB269E"/>
    <w:rsid w:val="00AC1711"/>
    <w:rsid w:val="00AC26F2"/>
    <w:rsid w:val="00AE2171"/>
    <w:rsid w:val="00AF139B"/>
    <w:rsid w:val="00B004AD"/>
    <w:rsid w:val="00B074AC"/>
    <w:rsid w:val="00B2328C"/>
    <w:rsid w:val="00B34EF4"/>
    <w:rsid w:val="00B36555"/>
    <w:rsid w:val="00B37D78"/>
    <w:rsid w:val="00B407CD"/>
    <w:rsid w:val="00B4089B"/>
    <w:rsid w:val="00B44F78"/>
    <w:rsid w:val="00B44FD1"/>
    <w:rsid w:val="00B46B5B"/>
    <w:rsid w:val="00B5448E"/>
    <w:rsid w:val="00B67FD1"/>
    <w:rsid w:val="00B7072D"/>
    <w:rsid w:val="00B73999"/>
    <w:rsid w:val="00B8125A"/>
    <w:rsid w:val="00B814F4"/>
    <w:rsid w:val="00B8310F"/>
    <w:rsid w:val="00B9048E"/>
    <w:rsid w:val="00BA528C"/>
    <w:rsid w:val="00BB2809"/>
    <w:rsid w:val="00BB2E81"/>
    <w:rsid w:val="00BD4BD4"/>
    <w:rsid w:val="00BE315B"/>
    <w:rsid w:val="00BE55DD"/>
    <w:rsid w:val="00BE72A6"/>
    <w:rsid w:val="00BF1ECA"/>
    <w:rsid w:val="00BF3B0D"/>
    <w:rsid w:val="00BF447E"/>
    <w:rsid w:val="00C157B0"/>
    <w:rsid w:val="00C15BFA"/>
    <w:rsid w:val="00C168DC"/>
    <w:rsid w:val="00C223F8"/>
    <w:rsid w:val="00C34BEB"/>
    <w:rsid w:val="00C6012C"/>
    <w:rsid w:val="00C60AC2"/>
    <w:rsid w:val="00C623E5"/>
    <w:rsid w:val="00C63FD1"/>
    <w:rsid w:val="00C64AC8"/>
    <w:rsid w:val="00C748AC"/>
    <w:rsid w:val="00C91858"/>
    <w:rsid w:val="00CA1419"/>
    <w:rsid w:val="00CA2720"/>
    <w:rsid w:val="00CA6642"/>
    <w:rsid w:val="00CC003D"/>
    <w:rsid w:val="00CC23FC"/>
    <w:rsid w:val="00CC55B6"/>
    <w:rsid w:val="00CD321F"/>
    <w:rsid w:val="00CE0335"/>
    <w:rsid w:val="00CE3B66"/>
    <w:rsid w:val="00CF7C95"/>
    <w:rsid w:val="00D00322"/>
    <w:rsid w:val="00D1736C"/>
    <w:rsid w:val="00D237F5"/>
    <w:rsid w:val="00D24A97"/>
    <w:rsid w:val="00D35AE8"/>
    <w:rsid w:val="00D456A7"/>
    <w:rsid w:val="00D45C17"/>
    <w:rsid w:val="00D51605"/>
    <w:rsid w:val="00D55608"/>
    <w:rsid w:val="00D75C96"/>
    <w:rsid w:val="00D80105"/>
    <w:rsid w:val="00D80FC6"/>
    <w:rsid w:val="00D86823"/>
    <w:rsid w:val="00DA41C5"/>
    <w:rsid w:val="00DB350C"/>
    <w:rsid w:val="00DC7B1E"/>
    <w:rsid w:val="00DD3588"/>
    <w:rsid w:val="00DD4965"/>
    <w:rsid w:val="00DE1366"/>
    <w:rsid w:val="00DE6C80"/>
    <w:rsid w:val="00DF50B3"/>
    <w:rsid w:val="00E01106"/>
    <w:rsid w:val="00E034D6"/>
    <w:rsid w:val="00E12681"/>
    <w:rsid w:val="00E171B6"/>
    <w:rsid w:val="00E253A2"/>
    <w:rsid w:val="00E360D5"/>
    <w:rsid w:val="00E419BA"/>
    <w:rsid w:val="00E72B99"/>
    <w:rsid w:val="00E803DD"/>
    <w:rsid w:val="00EA45D4"/>
    <w:rsid w:val="00EA7BC8"/>
    <w:rsid w:val="00EB3D17"/>
    <w:rsid w:val="00ED2186"/>
    <w:rsid w:val="00EE3D01"/>
    <w:rsid w:val="00EF6494"/>
    <w:rsid w:val="00F1621E"/>
    <w:rsid w:val="00F33E4F"/>
    <w:rsid w:val="00F33EE3"/>
    <w:rsid w:val="00F40021"/>
    <w:rsid w:val="00F4688E"/>
    <w:rsid w:val="00F47A8E"/>
    <w:rsid w:val="00F642D4"/>
    <w:rsid w:val="00F6447E"/>
    <w:rsid w:val="00F65530"/>
    <w:rsid w:val="00F71EE3"/>
    <w:rsid w:val="00F75036"/>
    <w:rsid w:val="00F771ED"/>
    <w:rsid w:val="00FC142F"/>
    <w:rsid w:val="00FC73F3"/>
    <w:rsid w:val="00FD7FFE"/>
    <w:rsid w:val="00FE12AF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3AAC"/>
  <w15:chartTrackingRefBased/>
  <w15:docId w15:val="{162862C6-1614-4ECA-B783-023D2EEC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59FB"/>
    <w:pPr>
      <w:spacing w:after="0" w:line="240" w:lineRule="auto"/>
    </w:pPr>
    <w:rPr>
      <w:rFonts w:ascii="Century Gothic" w:hAnsi="Century Gothic"/>
      <w:color w:val="333333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01D6A"/>
    <w:pPr>
      <w:keepNext/>
      <w:keepLines/>
      <w:numPr>
        <w:numId w:val="8"/>
      </w:numPr>
      <w:spacing w:before="240" w:after="240"/>
      <w:ind w:left="431" w:hanging="431"/>
      <w:outlineLvl w:val="0"/>
    </w:pPr>
    <w:rPr>
      <w:rFonts w:eastAsiaTheme="majorEastAsia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01D6A"/>
    <w:pPr>
      <w:keepNext/>
      <w:keepLines/>
      <w:numPr>
        <w:ilvl w:val="1"/>
        <w:numId w:val="8"/>
      </w:numPr>
      <w:spacing w:before="240" w:after="240"/>
      <w:ind w:left="578" w:hanging="578"/>
      <w:outlineLvl w:val="1"/>
    </w:pPr>
    <w:rPr>
      <w:rFonts w:eastAsiaTheme="majorEastAsia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201D6A"/>
    <w:pPr>
      <w:keepNext/>
      <w:keepLines/>
      <w:numPr>
        <w:ilvl w:val="2"/>
        <w:numId w:val="8"/>
      </w:numPr>
      <w:spacing w:before="240" w:after="2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272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6E9E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E6E9E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E6E9E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E6E9E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E6E9E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4E1"/>
  </w:style>
  <w:style w:type="paragraph" w:styleId="Pidipagina">
    <w:name w:val="footer"/>
    <w:basedOn w:val="Normale"/>
    <w:link w:val="Pidipagina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4E1"/>
  </w:style>
  <w:style w:type="character" w:customStyle="1" w:styleId="Titolo1Carattere">
    <w:name w:val="Titolo 1 Carattere"/>
    <w:basedOn w:val="Carpredefinitoparagrafo"/>
    <w:link w:val="Titolo1"/>
    <w:uiPriority w:val="9"/>
    <w:rsid w:val="00201D6A"/>
    <w:rPr>
      <w:rFonts w:ascii="Century Gothic" w:eastAsiaTheme="majorEastAsia" w:hAnsi="Century Gothic" w:cstheme="majorBidi"/>
      <w:b/>
      <w:color w:val="333333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3A2BC8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01D6A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A2BC8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A2BC8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3A2BC8"/>
    <w:pPr>
      <w:spacing w:after="100"/>
      <w:ind w:left="440"/>
    </w:pPr>
  </w:style>
  <w:style w:type="table" w:styleId="Grigliatabella">
    <w:name w:val="Table Grid"/>
    <w:basedOn w:val="Tabellanormale"/>
    <w:uiPriority w:val="39"/>
    <w:rsid w:val="003A2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6"/>
    </w:rPr>
  </w:style>
  <w:style w:type="paragraph" w:styleId="Paragrafoelenco">
    <w:name w:val="List Paragraph"/>
    <w:basedOn w:val="Normale"/>
    <w:uiPriority w:val="34"/>
    <w:qFormat/>
    <w:rsid w:val="007263E9"/>
    <w:pPr>
      <w:ind w:left="720"/>
      <w:contextualSpacing/>
    </w:pPr>
  </w:style>
  <w:style w:type="paragraph" w:styleId="Nessunaspaziatura">
    <w:name w:val="No Spacing"/>
    <w:uiPriority w:val="1"/>
    <w:qFormat/>
    <w:rsid w:val="007B1E0B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A2720"/>
    <w:rPr>
      <w:rFonts w:asciiTheme="majorHAnsi" w:eastAsiaTheme="majorEastAsia" w:hAnsiTheme="majorHAnsi" w:cstheme="majorBidi"/>
      <w:b/>
      <w:i/>
      <w:iCs/>
      <w:color w:val="000000" w:themeColor="text1"/>
    </w:rPr>
  </w:style>
  <w:style w:type="table" w:styleId="Tabellagriglia1chiara">
    <w:name w:val="Grid Table 1 Light"/>
    <w:basedOn w:val="Tabellanormale"/>
    <w:uiPriority w:val="46"/>
    <w:rsid w:val="003F41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6E9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E6E9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E6E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E6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E6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semiHidden/>
    <w:rsid w:val="00B4089B"/>
    <w:rPr>
      <w:rFonts w:ascii="Times New Roman" w:eastAsia="Times New Roman" w:hAnsi="Times New Roman" w:cs="Times New Roman"/>
      <w:color w:val="auto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4089B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">
    <w:name w:val="Title"/>
    <w:basedOn w:val="Normale"/>
    <w:link w:val="TitoloCarattere"/>
    <w:qFormat/>
    <w:rsid w:val="00B4089B"/>
    <w:pPr>
      <w:jc w:val="center"/>
    </w:pPr>
    <w:rPr>
      <w:rFonts w:ascii="Arial" w:eastAsia="Times New Roman" w:hAnsi="Arial" w:cs="Times New Roman"/>
      <w:b/>
      <w:color w:val="auto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4089B"/>
    <w:rPr>
      <w:rFonts w:ascii="Arial" w:eastAsia="Times New Roman" w:hAnsi="Arial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brizio.picotto\OneDrive%20-%20LUTECH%20SPA\Documenti\Progetto%20-%20Nome_Documento%20-%20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6317C0A8C8274187AC49FDA8F45A4D" ma:contentTypeVersion="12" ma:contentTypeDescription="Creare un nuovo documento." ma:contentTypeScope="" ma:versionID="354d513fffb89babcc7fc11e7562622f">
  <xsd:schema xmlns:xsd="http://www.w3.org/2001/XMLSchema" xmlns:xs="http://www.w3.org/2001/XMLSchema" xmlns:p="http://schemas.microsoft.com/office/2006/metadata/properties" xmlns:ns3="617fc4df-82e5-468d-bcb8-a076d5043c9d" targetNamespace="http://schemas.microsoft.com/office/2006/metadata/properties" ma:root="true" ma:fieldsID="2d7c6813f935305d2460a7977b40e038" ns3:_="">
    <xsd:import namespace="617fc4df-82e5-468d-bcb8-a076d5043c9d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fc4df-82e5-468d-bcb8-a076d5043c9d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17fc4df-82e5-468d-bcb8-a076d5043c9d" xsi:nil="true"/>
    <MigrationWizIdPermissions xmlns="617fc4df-82e5-468d-bcb8-a076d5043c9d" xsi:nil="true"/>
    <MigrationWizIdVersion xmlns="617fc4df-82e5-468d-bcb8-a076d5043c9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F3A61-7098-44EE-BDFC-1A279984D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7fc4df-82e5-468d-bcb8-a076d5043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58423-B289-470E-9629-C7127DF4F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F54218-E017-4653-A702-D7FC03A4EADF}">
  <ds:schemaRefs>
    <ds:schemaRef ds:uri="http://schemas.microsoft.com/office/2006/metadata/properties"/>
    <ds:schemaRef ds:uri="http://schemas.microsoft.com/office/infopath/2007/PartnerControls"/>
    <ds:schemaRef ds:uri="617fc4df-82e5-468d-bcb8-a076d5043c9d"/>
  </ds:schemaRefs>
</ds:datastoreItem>
</file>

<file path=customXml/itemProps4.xml><?xml version="1.0" encoding="utf-8"?>
<ds:datastoreItem xmlns:ds="http://schemas.openxmlformats.org/officeDocument/2006/customXml" ds:itemID="{A4528B2D-E922-4C89-850C-58F533763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Progetto - Nome_Documento - V03.dotx</Template>
  <TotalTime>3713</TotalTime>
  <Pages>5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Gianluca Romanin</Manager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Picotto</dc:creator>
  <cp:keywords/>
  <dc:description/>
  <cp:lastModifiedBy>Stefano Cengarle</cp:lastModifiedBy>
  <cp:revision>134</cp:revision>
  <cp:lastPrinted>2023-06-14T10:14:00Z</cp:lastPrinted>
  <dcterms:created xsi:type="dcterms:W3CDTF">2022-06-10T13:26:00Z</dcterms:created>
  <dcterms:modified xsi:type="dcterms:W3CDTF">2025-06-27T07:24:00Z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0x0101008F6317C0A8C8274187AC49FDA8F45A4D</vt:lpwstr>
  </property>
</Properties>
</file>